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D011D" w14:textId="15E0119D" w:rsidR="004D0EC6" w:rsidRPr="00DA4325" w:rsidRDefault="0014244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bookmarkStart w:id="0" w:name="_GoBack"/>
      <w:bookmarkEnd w:id="0"/>
      <w:r w:rsidRPr="00DA4325">
        <w:rPr>
          <w:rFonts w:cs="Arial"/>
          <w:b/>
        </w:rPr>
        <w:t xml:space="preserve">RESULTADOS DA ORDEM DO DIA DA </w:t>
      </w:r>
      <w:r w:rsidR="00F43202" w:rsidRPr="00DA4325">
        <w:rPr>
          <w:rFonts w:cs="Arial"/>
          <w:b/>
        </w:rPr>
        <w:t>3</w:t>
      </w:r>
      <w:r w:rsidR="00A30F54">
        <w:rPr>
          <w:rFonts w:cs="Arial"/>
          <w:b/>
        </w:rPr>
        <w:t>8</w:t>
      </w:r>
      <w:r w:rsidR="004D0EC6" w:rsidRPr="00DA4325">
        <w:rPr>
          <w:rFonts w:cs="Arial"/>
          <w:b/>
        </w:rPr>
        <w:t>ª SESSÃO ORDINÁRIA</w:t>
      </w:r>
      <w:r w:rsidR="004D0EC6" w:rsidRPr="00DA4325">
        <w:rPr>
          <w:rFonts w:cs="Arial"/>
          <w:b/>
          <w:bCs/>
        </w:rPr>
        <w:t xml:space="preserve"> DO ANO DE 202</w:t>
      </w:r>
      <w:r w:rsidR="008F6682" w:rsidRPr="00DA4325">
        <w:rPr>
          <w:rFonts w:cs="Arial"/>
          <w:b/>
          <w:bCs/>
        </w:rPr>
        <w:t>5</w:t>
      </w:r>
    </w:p>
    <w:p w14:paraId="0ACBB634" w14:textId="1B8E9998" w:rsidR="00DF622C" w:rsidRPr="00DA4325" w:rsidRDefault="00747647" w:rsidP="0090253A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A4325">
        <w:rPr>
          <w:rFonts w:cs="Arial"/>
          <w:b/>
          <w:bCs/>
        </w:rPr>
        <w:t xml:space="preserve">REALIZADA EM </w:t>
      </w:r>
      <w:r w:rsidR="00A30F54">
        <w:rPr>
          <w:rFonts w:cs="Arial"/>
          <w:b/>
          <w:bCs/>
        </w:rPr>
        <w:t>26</w:t>
      </w:r>
      <w:r w:rsidR="004C301C" w:rsidRPr="00DA4325">
        <w:rPr>
          <w:rFonts w:cs="Arial"/>
          <w:b/>
        </w:rPr>
        <w:t>/</w:t>
      </w:r>
      <w:r w:rsidR="00167FCF" w:rsidRPr="00DA4325">
        <w:rPr>
          <w:rFonts w:cs="Arial"/>
          <w:b/>
        </w:rPr>
        <w:t>1</w:t>
      </w:r>
      <w:r w:rsidR="005119D8">
        <w:rPr>
          <w:rFonts w:cs="Arial"/>
          <w:b/>
        </w:rPr>
        <w:t>1</w:t>
      </w:r>
      <w:r w:rsidR="00035B24" w:rsidRPr="00DA4325">
        <w:rPr>
          <w:rFonts w:cs="Arial"/>
          <w:b/>
        </w:rPr>
        <w:t>/</w:t>
      </w:r>
      <w:r w:rsidR="004D0EC6" w:rsidRPr="00DA4325">
        <w:rPr>
          <w:rFonts w:cs="Arial"/>
          <w:b/>
        </w:rPr>
        <w:t>202</w:t>
      </w:r>
      <w:r w:rsidR="008F6682" w:rsidRPr="00DA4325">
        <w:rPr>
          <w:rFonts w:cs="Arial"/>
          <w:b/>
        </w:rPr>
        <w:t>5</w:t>
      </w:r>
      <w:r w:rsidR="004D0EC6" w:rsidRPr="00DA4325">
        <w:rPr>
          <w:rFonts w:cs="Arial"/>
          <w:b/>
          <w:bCs/>
        </w:rPr>
        <w:t xml:space="preserve"> (</w:t>
      </w:r>
      <w:r w:rsidR="00A2002F" w:rsidRPr="00DA4325">
        <w:rPr>
          <w:rFonts w:cs="Arial"/>
          <w:b/>
          <w:bCs/>
        </w:rPr>
        <w:t>qu</w:t>
      </w:r>
      <w:r w:rsidR="005119D8">
        <w:rPr>
          <w:rFonts w:cs="Arial"/>
          <w:b/>
          <w:bCs/>
        </w:rPr>
        <w:t>ar</w:t>
      </w:r>
      <w:r w:rsidR="00E24FC9" w:rsidRPr="00DA4325">
        <w:rPr>
          <w:rFonts w:cs="Arial"/>
          <w:b/>
          <w:bCs/>
        </w:rPr>
        <w:t>t</w:t>
      </w:r>
      <w:r w:rsidR="000E22AD" w:rsidRPr="00DA4325">
        <w:rPr>
          <w:rFonts w:cs="Arial"/>
          <w:b/>
          <w:bCs/>
        </w:rPr>
        <w:t>a</w:t>
      </w:r>
      <w:r w:rsidR="00B1094E" w:rsidRPr="00DA4325">
        <w:rPr>
          <w:rFonts w:cs="Arial"/>
          <w:b/>
          <w:bCs/>
        </w:rPr>
        <w:t>-feira</w:t>
      </w:r>
      <w:r w:rsidR="004D0EC6" w:rsidRPr="00DA4325">
        <w:rPr>
          <w:rFonts w:cs="Arial"/>
          <w:b/>
          <w:bCs/>
        </w:rPr>
        <w:t>)</w:t>
      </w:r>
    </w:p>
    <w:p w14:paraId="712B5CB6" w14:textId="77777777" w:rsidR="00981605" w:rsidRPr="00DA4325" w:rsidRDefault="0098160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086E4372" w14:textId="77777777" w:rsidR="00636EBC" w:rsidRPr="00DA4325" w:rsidRDefault="00636EBC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46EA6F31" w14:textId="054D453D" w:rsidR="00585F7B" w:rsidRPr="00E51A43" w:rsidRDefault="00585F7B" w:rsidP="00585F7B">
      <w:pPr>
        <w:numPr>
          <w:ilvl w:val="0"/>
          <w:numId w:val="22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 xml:space="preserve">Discussão única do PLL nº </w:t>
      </w:r>
      <w:r>
        <w:rPr>
          <w:rFonts w:cs="Arial"/>
          <w:b/>
          <w:color w:val="000000"/>
          <w:u w:val="single"/>
        </w:rPr>
        <w:t>1</w:t>
      </w:r>
      <w:r w:rsidR="00A30F54">
        <w:rPr>
          <w:rFonts w:cs="Arial"/>
          <w:b/>
          <w:color w:val="000000"/>
          <w:u w:val="single"/>
        </w:rPr>
        <w:t>29</w:t>
      </w:r>
      <w:r w:rsidRPr="00E51A43">
        <w:rPr>
          <w:rFonts w:cs="Arial"/>
          <w:b/>
          <w:color w:val="000000"/>
          <w:u w:val="single"/>
        </w:rPr>
        <w:t>/2025 - Projeto de Lei do Legislativo</w:t>
      </w:r>
    </w:p>
    <w:p w14:paraId="50F04490" w14:textId="35287E98" w:rsidR="0090253A" w:rsidRPr="00DA4325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Autoria</w:t>
      </w:r>
      <w:r w:rsidRPr="00DA4325">
        <w:rPr>
          <w:rFonts w:cs="Arial"/>
          <w:color w:val="000000"/>
        </w:rPr>
        <w:t xml:space="preserve">: </w:t>
      </w:r>
      <w:r w:rsidR="00025CF9" w:rsidRPr="00025CF9">
        <w:rPr>
          <w:rFonts w:cs="Arial"/>
          <w:color w:val="000000"/>
        </w:rPr>
        <w:t xml:space="preserve">Vereador </w:t>
      </w:r>
      <w:r w:rsidR="00A30F54" w:rsidRPr="004D6DA8">
        <w:rPr>
          <w:rFonts w:cs="Arial"/>
          <w:color w:val="000000"/>
        </w:rPr>
        <w:t>Paulinho do Esporte</w:t>
      </w:r>
      <w:r w:rsidR="00585F7B">
        <w:rPr>
          <w:rFonts w:cs="Arial"/>
          <w:color w:val="000000"/>
        </w:rPr>
        <w:t>.</w:t>
      </w:r>
    </w:p>
    <w:p w14:paraId="2C8322D4" w14:textId="5459110F" w:rsidR="0090253A" w:rsidRPr="00DA4325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Assunto</w:t>
      </w:r>
      <w:r w:rsidRPr="00DA4325">
        <w:rPr>
          <w:rFonts w:cs="Arial"/>
          <w:color w:val="000000"/>
        </w:rPr>
        <w:t xml:space="preserve">: </w:t>
      </w:r>
      <w:r w:rsidR="00A30F54" w:rsidRPr="004D6DA8">
        <w:rPr>
          <w:rFonts w:cs="Arial"/>
          <w:color w:val="000000"/>
        </w:rPr>
        <w:t xml:space="preserve">Institui o Programa Municipal de Atenção Integral às Pessoas com </w:t>
      </w:r>
      <w:proofErr w:type="spellStart"/>
      <w:r w:rsidR="00A30F54" w:rsidRPr="004D6DA8">
        <w:rPr>
          <w:rFonts w:cs="Arial"/>
          <w:color w:val="000000"/>
        </w:rPr>
        <w:t>Superdotação</w:t>
      </w:r>
      <w:proofErr w:type="spellEnd"/>
      <w:r w:rsidR="00A30F54" w:rsidRPr="004D6DA8">
        <w:rPr>
          <w:rFonts w:cs="Arial"/>
          <w:color w:val="000000"/>
        </w:rPr>
        <w:t xml:space="preserve"> de Jacareí, e estabelece o Dia Municipal de Conscientização sobre </w:t>
      </w:r>
      <w:r w:rsidR="00A30F54">
        <w:rPr>
          <w:rFonts w:cs="Arial"/>
          <w:color w:val="000000"/>
        </w:rPr>
        <w:t>a</w:t>
      </w:r>
      <w:r w:rsidR="00A30F54" w:rsidRPr="004D6DA8">
        <w:rPr>
          <w:rFonts w:cs="Arial"/>
          <w:color w:val="000000"/>
        </w:rPr>
        <w:t xml:space="preserve">s Pessoas com </w:t>
      </w:r>
      <w:proofErr w:type="spellStart"/>
      <w:r w:rsidR="00A30F54" w:rsidRPr="004D6DA8">
        <w:rPr>
          <w:rFonts w:cs="Arial"/>
          <w:color w:val="000000"/>
        </w:rPr>
        <w:t>Superdotação</w:t>
      </w:r>
      <w:proofErr w:type="spellEnd"/>
      <w:r w:rsidR="00A30F54" w:rsidRPr="004D6DA8">
        <w:rPr>
          <w:rFonts w:cs="Arial"/>
          <w:color w:val="000000"/>
        </w:rPr>
        <w:t xml:space="preserve"> e dá outras providências</w:t>
      </w:r>
      <w:r w:rsidR="00A30F54">
        <w:rPr>
          <w:rFonts w:cs="Arial"/>
          <w:color w:val="000000"/>
        </w:rPr>
        <w:t>.</w:t>
      </w:r>
    </w:p>
    <w:p w14:paraId="57169927" w14:textId="3A56C441" w:rsidR="0095551D" w:rsidRPr="00DA4325" w:rsidRDefault="00B33C7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>:</w:t>
      </w:r>
      <w:r w:rsidR="00A52F03" w:rsidRPr="00DA4325">
        <w:rPr>
          <w:rFonts w:cs="Arial"/>
          <w:color w:val="000000"/>
        </w:rPr>
        <w:t xml:space="preserve"> </w:t>
      </w:r>
      <w:r w:rsidR="00DE409D">
        <w:rPr>
          <w:rFonts w:cs="Arial"/>
          <w:color w:val="000000"/>
        </w:rPr>
        <w:t>Projeto Aprovado.</w:t>
      </w:r>
    </w:p>
    <w:p w14:paraId="7A74C15A" w14:textId="77777777" w:rsidR="005605A7" w:rsidRDefault="005605A7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E784288" w14:textId="77777777" w:rsidR="00DA4325" w:rsidRDefault="00DA4325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463EC86" w14:textId="2B4126DD" w:rsidR="00585F7B" w:rsidRPr="00E51A43" w:rsidRDefault="00585F7B" w:rsidP="00585F7B">
      <w:pPr>
        <w:numPr>
          <w:ilvl w:val="0"/>
          <w:numId w:val="22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 xml:space="preserve">Discussão única do </w:t>
      </w:r>
      <w:r w:rsidR="00A30F54" w:rsidRPr="00E51A43">
        <w:rPr>
          <w:rFonts w:cs="Arial"/>
          <w:b/>
          <w:color w:val="000000"/>
          <w:u w:val="single"/>
        </w:rPr>
        <w:t xml:space="preserve">PLL nº </w:t>
      </w:r>
      <w:r w:rsidR="00A30F54">
        <w:rPr>
          <w:rFonts w:cs="Arial"/>
          <w:b/>
          <w:color w:val="000000"/>
          <w:u w:val="single"/>
        </w:rPr>
        <w:t>117</w:t>
      </w:r>
      <w:r w:rsidR="00A30F54" w:rsidRPr="00E51A43">
        <w:rPr>
          <w:rFonts w:cs="Arial"/>
          <w:b/>
          <w:color w:val="000000"/>
          <w:u w:val="single"/>
        </w:rPr>
        <w:t>/2025 - Projeto de Lei do Legislativo</w:t>
      </w:r>
    </w:p>
    <w:p w14:paraId="3B6CE083" w14:textId="14EE4845" w:rsidR="0090253A" w:rsidRPr="00DA4325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Autoria</w:t>
      </w:r>
      <w:r w:rsidRPr="00DA4325">
        <w:rPr>
          <w:rFonts w:cs="Arial"/>
          <w:color w:val="000000"/>
        </w:rPr>
        <w:t xml:space="preserve">: </w:t>
      </w:r>
      <w:r w:rsidR="00585F7B">
        <w:rPr>
          <w:rFonts w:cs="Arial"/>
          <w:color w:val="000000"/>
        </w:rPr>
        <w:t xml:space="preserve">Vereador </w:t>
      </w:r>
      <w:r w:rsidR="00A30F54" w:rsidRPr="004D6DA8">
        <w:rPr>
          <w:rFonts w:cs="Arial"/>
          <w:color w:val="000000"/>
        </w:rPr>
        <w:t>Hernani Barreto</w:t>
      </w:r>
      <w:r w:rsidR="00585F7B">
        <w:rPr>
          <w:rFonts w:cs="Arial"/>
          <w:color w:val="000000"/>
        </w:rPr>
        <w:t>.</w:t>
      </w:r>
    </w:p>
    <w:p w14:paraId="5AEDD057" w14:textId="0258A429" w:rsidR="0090253A" w:rsidRPr="00DA4325" w:rsidRDefault="0090253A" w:rsidP="00167FCF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Assunto</w:t>
      </w:r>
      <w:r w:rsidRPr="00DA4325">
        <w:rPr>
          <w:rFonts w:cs="Arial"/>
          <w:color w:val="000000"/>
        </w:rPr>
        <w:t xml:space="preserve">: </w:t>
      </w:r>
      <w:r w:rsidR="00A30F54" w:rsidRPr="004D6DA8">
        <w:rPr>
          <w:rFonts w:cs="Arial"/>
          <w:color w:val="000000"/>
        </w:rPr>
        <w:t>Declara de Utilidade Pública a "Radar Companhia de Dança"</w:t>
      </w:r>
      <w:r w:rsidR="00585F7B" w:rsidRPr="009B0F39">
        <w:rPr>
          <w:rFonts w:cs="Arial"/>
          <w:color w:val="000000"/>
        </w:rPr>
        <w:t>.</w:t>
      </w:r>
    </w:p>
    <w:p w14:paraId="56468785" w14:textId="671A9283" w:rsidR="00AC1AAB" w:rsidRPr="00DA4325" w:rsidRDefault="00AC1AAB" w:rsidP="00AC1AA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>:</w:t>
      </w:r>
      <w:r w:rsidR="0016238A" w:rsidRPr="00DA4325">
        <w:rPr>
          <w:rFonts w:cs="Arial"/>
          <w:color w:val="000000"/>
        </w:rPr>
        <w:t xml:space="preserve"> </w:t>
      </w:r>
      <w:r w:rsidR="00A30F54">
        <w:rPr>
          <w:rFonts w:cs="Arial"/>
          <w:color w:val="000000"/>
        </w:rPr>
        <w:t>Projeto Aprovado</w:t>
      </w:r>
      <w:r w:rsidR="002845D9">
        <w:rPr>
          <w:rFonts w:cs="Arial"/>
          <w:color w:val="000000"/>
        </w:rPr>
        <w:t>.</w:t>
      </w:r>
    </w:p>
    <w:p w14:paraId="6A1ED3D6" w14:textId="77777777" w:rsidR="00AC1AAB" w:rsidRDefault="00AC1AAB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797C8FE" w14:textId="77777777" w:rsidR="00DA4325" w:rsidRDefault="00DA4325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6D5FDE41" w14:textId="221A40F7" w:rsidR="00585F7B" w:rsidRPr="00E51A43" w:rsidRDefault="00585F7B" w:rsidP="00585F7B">
      <w:pPr>
        <w:numPr>
          <w:ilvl w:val="0"/>
          <w:numId w:val="22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 xml:space="preserve">Discussão única do </w:t>
      </w:r>
      <w:r w:rsidR="00A30F54" w:rsidRPr="00E51A43">
        <w:rPr>
          <w:rFonts w:cs="Arial"/>
          <w:b/>
          <w:color w:val="000000"/>
          <w:u w:val="single"/>
        </w:rPr>
        <w:t xml:space="preserve">PLL nº </w:t>
      </w:r>
      <w:r w:rsidR="00A30F54">
        <w:rPr>
          <w:rFonts w:cs="Arial"/>
          <w:b/>
          <w:color w:val="000000"/>
          <w:u w:val="single"/>
        </w:rPr>
        <w:t>108</w:t>
      </w:r>
      <w:r w:rsidRPr="00E51A43">
        <w:rPr>
          <w:rFonts w:cs="Arial"/>
          <w:b/>
          <w:color w:val="000000"/>
          <w:u w:val="single"/>
        </w:rPr>
        <w:t>/2025 - Projeto de Lei do Legislativo</w:t>
      </w:r>
    </w:p>
    <w:p w14:paraId="073736CE" w14:textId="5AD24408" w:rsidR="006536C1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Autoria</w:t>
      </w:r>
      <w:r>
        <w:rPr>
          <w:rFonts w:cs="Arial"/>
          <w:color w:val="000000"/>
        </w:rPr>
        <w:t xml:space="preserve">: </w:t>
      </w:r>
      <w:r w:rsidR="00A30F54" w:rsidRPr="00E51A43">
        <w:rPr>
          <w:rFonts w:cs="Arial"/>
          <w:color w:val="000000"/>
        </w:rPr>
        <w:t xml:space="preserve">Vereador </w:t>
      </w:r>
      <w:proofErr w:type="spellStart"/>
      <w:r w:rsidR="00A30F54" w:rsidRPr="00D24E94">
        <w:rPr>
          <w:rFonts w:cs="Arial"/>
          <w:color w:val="000000"/>
        </w:rPr>
        <w:t>Juex</w:t>
      </w:r>
      <w:proofErr w:type="spellEnd"/>
      <w:r w:rsidR="00A30F54" w:rsidRPr="00D24E94">
        <w:rPr>
          <w:rFonts w:cs="Arial"/>
          <w:color w:val="000000"/>
        </w:rPr>
        <w:t xml:space="preserve"> Almeida</w:t>
      </w:r>
      <w:r w:rsidR="00585F7B">
        <w:rPr>
          <w:rFonts w:cs="Arial"/>
          <w:color w:val="000000"/>
        </w:rPr>
        <w:t>.</w:t>
      </w:r>
    </w:p>
    <w:p w14:paraId="6C3E36AE" w14:textId="62F5C642" w:rsidR="006536C1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Assunto</w:t>
      </w:r>
      <w:r>
        <w:rPr>
          <w:rFonts w:cs="Arial"/>
          <w:color w:val="000000"/>
        </w:rPr>
        <w:t xml:space="preserve">: </w:t>
      </w:r>
      <w:r w:rsidR="00A30F54" w:rsidRPr="00174305">
        <w:rPr>
          <w:rFonts w:cs="Arial"/>
          <w:color w:val="000000"/>
        </w:rPr>
        <w:t xml:space="preserve">Institui a Política Municipal de </w:t>
      </w:r>
      <w:proofErr w:type="spellStart"/>
      <w:r w:rsidR="00A30F54" w:rsidRPr="00174305">
        <w:rPr>
          <w:rFonts w:cs="Arial"/>
          <w:color w:val="000000"/>
        </w:rPr>
        <w:t>Videomonitoramento</w:t>
      </w:r>
      <w:proofErr w:type="spellEnd"/>
      <w:r w:rsidR="00A30F54" w:rsidRPr="00174305">
        <w:rPr>
          <w:rFonts w:cs="Arial"/>
          <w:color w:val="000000"/>
        </w:rPr>
        <w:t xml:space="preserve"> Colaborativo no Município de Jacareí e dá outras providências</w:t>
      </w:r>
      <w:r w:rsidR="00585F7B">
        <w:rPr>
          <w:rFonts w:cs="Arial"/>
          <w:color w:val="000000"/>
        </w:rPr>
        <w:t>.</w:t>
      </w:r>
    </w:p>
    <w:p w14:paraId="5837DC6A" w14:textId="5D4A0E73" w:rsidR="006536C1" w:rsidRPr="00DA4325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 xml:space="preserve">: </w:t>
      </w:r>
      <w:r w:rsidR="008F0194">
        <w:rPr>
          <w:rFonts w:cs="Arial"/>
          <w:color w:val="000000"/>
        </w:rPr>
        <w:t xml:space="preserve">Projeto </w:t>
      </w:r>
      <w:r w:rsidR="00A30F54">
        <w:rPr>
          <w:rFonts w:cs="Arial"/>
          <w:color w:val="000000"/>
        </w:rPr>
        <w:t>Adiado por duas (2) Sessões. Retorna em 11/12/2025</w:t>
      </w:r>
      <w:r w:rsidR="008F0194">
        <w:rPr>
          <w:rFonts w:cs="Arial"/>
          <w:color w:val="000000"/>
        </w:rPr>
        <w:t>.</w:t>
      </w:r>
    </w:p>
    <w:p w14:paraId="3C054BCC" w14:textId="77777777" w:rsidR="00662A98" w:rsidRDefault="00662A98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9C493BE" w14:textId="77777777" w:rsidR="006536C1" w:rsidRDefault="006536C1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DC7A304" w14:textId="21ADC318" w:rsidR="00585F7B" w:rsidRDefault="00585F7B" w:rsidP="00585F7B">
      <w:pPr>
        <w:numPr>
          <w:ilvl w:val="0"/>
          <w:numId w:val="22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 xml:space="preserve">Discussão única do </w:t>
      </w:r>
      <w:r w:rsidR="00A30F54">
        <w:rPr>
          <w:rFonts w:cs="Arial"/>
          <w:b/>
          <w:color w:val="000000"/>
          <w:u w:val="single"/>
        </w:rPr>
        <w:t>PLE nº 40</w:t>
      </w:r>
      <w:r w:rsidR="00A30F54" w:rsidRPr="00D24E94">
        <w:rPr>
          <w:rFonts w:cs="Arial"/>
          <w:b/>
          <w:color w:val="000000"/>
          <w:u w:val="single"/>
        </w:rPr>
        <w:t>/2025 - Projeto de Lei do Executivo</w:t>
      </w:r>
    </w:p>
    <w:p w14:paraId="7A3261E6" w14:textId="047C6334" w:rsidR="006536C1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Autoria</w:t>
      </w:r>
      <w:r>
        <w:rPr>
          <w:rFonts w:cs="Arial"/>
          <w:color w:val="000000"/>
        </w:rPr>
        <w:t xml:space="preserve">: </w:t>
      </w:r>
      <w:r w:rsidR="00A30F54" w:rsidRPr="00D24E94">
        <w:rPr>
          <w:rFonts w:cs="Arial"/>
          <w:color w:val="000000"/>
        </w:rPr>
        <w:t>Prefeito Municipal Celso Florêncio de Souza</w:t>
      </w:r>
      <w:r w:rsidR="00585F7B">
        <w:rPr>
          <w:rFonts w:cs="Arial"/>
          <w:color w:val="000000"/>
        </w:rPr>
        <w:t>.</w:t>
      </w:r>
    </w:p>
    <w:p w14:paraId="79E29C67" w14:textId="13768956" w:rsidR="006536C1" w:rsidRDefault="006536C1" w:rsidP="00585F7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Assunto</w:t>
      </w:r>
      <w:r>
        <w:rPr>
          <w:rFonts w:cs="Arial"/>
          <w:color w:val="000000"/>
        </w:rPr>
        <w:t xml:space="preserve">: </w:t>
      </w:r>
      <w:r w:rsidR="00A30F54" w:rsidRPr="00796842">
        <w:rPr>
          <w:rFonts w:cs="Arial"/>
          <w:color w:val="000000"/>
        </w:rPr>
        <w:t>Institui a Política Municipal de Cultura de Paz e Cidadania no Município de Jacareí e dá outras providências</w:t>
      </w:r>
      <w:r w:rsidR="00585F7B">
        <w:rPr>
          <w:rFonts w:cs="Arial"/>
          <w:color w:val="000000"/>
        </w:rPr>
        <w:t>.</w:t>
      </w:r>
    </w:p>
    <w:p w14:paraId="05971255" w14:textId="33B54229" w:rsidR="006536C1" w:rsidRPr="00DA4325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 xml:space="preserve">: </w:t>
      </w:r>
      <w:r w:rsidR="00DD3682">
        <w:rPr>
          <w:rFonts w:cs="Arial"/>
          <w:color w:val="000000"/>
        </w:rPr>
        <w:t xml:space="preserve">Projeto </w:t>
      </w:r>
      <w:r w:rsidR="00A30F54">
        <w:rPr>
          <w:rFonts w:cs="Arial"/>
          <w:color w:val="000000"/>
        </w:rPr>
        <w:t>Retirado da Ordem do Dia, a pedido do Líder do Governo</w:t>
      </w:r>
      <w:r w:rsidR="00DD3682">
        <w:rPr>
          <w:rFonts w:cs="Arial"/>
          <w:color w:val="000000"/>
        </w:rPr>
        <w:t>.</w:t>
      </w:r>
    </w:p>
    <w:p w14:paraId="6F2C42DB" w14:textId="77777777" w:rsidR="006536C1" w:rsidRDefault="006536C1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0FA7048C" w14:textId="77777777" w:rsidR="006536C1" w:rsidRDefault="006536C1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6536E24A" w14:textId="1D9304D5" w:rsidR="00585F7B" w:rsidRDefault="00A30F54" w:rsidP="00585F7B">
      <w:pPr>
        <w:numPr>
          <w:ilvl w:val="0"/>
          <w:numId w:val="22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 xml:space="preserve">Segunda </w:t>
      </w:r>
      <w:r w:rsidR="00585F7B">
        <w:rPr>
          <w:rFonts w:cs="Arial"/>
          <w:b/>
          <w:color w:val="000000"/>
          <w:u w:val="single"/>
        </w:rPr>
        <w:t>discussão do PLE nº 36/2025 - Projeto de Lei do Executivo</w:t>
      </w:r>
    </w:p>
    <w:p w14:paraId="072F2762" w14:textId="168416F2" w:rsidR="00585F7B" w:rsidRDefault="00585F7B" w:rsidP="00585F7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Autoria</w:t>
      </w:r>
      <w:r>
        <w:rPr>
          <w:rFonts w:cs="Arial"/>
          <w:color w:val="000000"/>
        </w:rPr>
        <w:t>: Prefeito Municipal Celso Florêncio de Souza.</w:t>
      </w:r>
    </w:p>
    <w:p w14:paraId="3706999E" w14:textId="174AD9E4" w:rsidR="00585F7B" w:rsidRDefault="00585F7B" w:rsidP="00585F7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Assunto</w:t>
      </w:r>
      <w:r>
        <w:rPr>
          <w:rFonts w:cs="Arial"/>
          <w:color w:val="000000"/>
        </w:rPr>
        <w:t>: Dispõe sobre o Plano Plurianual do Município de Jacareí, para o período de 2026/2029.</w:t>
      </w:r>
    </w:p>
    <w:p w14:paraId="13401306" w14:textId="07530D7B" w:rsidR="00585F7B" w:rsidRPr="00DA4325" w:rsidRDefault="00585F7B" w:rsidP="00585F7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 xml:space="preserve">: </w:t>
      </w:r>
      <w:r w:rsidR="003C22ED">
        <w:rPr>
          <w:rFonts w:cs="Arial"/>
          <w:color w:val="000000"/>
        </w:rPr>
        <w:t xml:space="preserve">Projeto Aprovado, em </w:t>
      </w:r>
      <w:r w:rsidR="00A30F54">
        <w:rPr>
          <w:rFonts w:cs="Arial"/>
          <w:color w:val="000000"/>
        </w:rPr>
        <w:t>segunda</w:t>
      </w:r>
      <w:r w:rsidR="003C22ED">
        <w:rPr>
          <w:rFonts w:cs="Arial"/>
          <w:color w:val="000000"/>
        </w:rPr>
        <w:t xml:space="preserve"> votação.</w:t>
      </w:r>
    </w:p>
    <w:p w14:paraId="3C434F58" w14:textId="77777777" w:rsidR="00FC0689" w:rsidRDefault="00FC0689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D47C86B" w14:textId="77777777" w:rsidR="00FC0689" w:rsidRDefault="00FC0689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CD79266" w14:textId="77777777" w:rsidR="00585F7B" w:rsidRDefault="00585F7B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39BACDB" w14:textId="77777777" w:rsidR="006E3E9B" w:rsidRDefault="006E3E9B" w:rsidP="0016238A">
      <w:pPr>
        <w:jc w:val="right"/>
        <w:rPr>
          <w:rFonts w:cs="Arial"/>
          <w:b/>
          <w:sz w:val="23"/>
          <w:szCs w:val="23"/>
        </w:rPr>
      </w:pPr>
    </w:p>
    <w:p w14:paraId="242BE5C9" w14:textId="77777777" w:rsidR="00FC0689" w:rsidRPr="003162A7" w:rsidRDefault="00FC0689" w:rsidP="0016238A">
      <w:pPr>
        <w:jc w:val="right"/>
        <w:rPr>
          <w:rFonts w:cs="Arial"/>
          <w:b/>
          <w:sz w:val="23"/>
          <w:szCs w:val="23"/>
        </w:rPr>
      </w:pPr>
    </w:p>
    <w:p w14:paraId="7D463826" w14:textId="77777777" w:rsidR="00FA3610" w:rsidRPr="00DA4325" w:rsidRDefault="00FA3610" w:rsidP="0016238A">
      <w:pPr>
        <w:jc w:val="right"/>
        <w:rPr>
          <w:rFonts w:cs="Arial"/>
          <w:b/>
        </w:rPr>
      </w:pPr>
      <w:r w:rsidRPr="00DA4325">
        <w:rPr>
          <w:rFonts w:cs="Arial"/>
          <w:b/>
        </w:rPr>
        <w:t>Felipe Santos de Lima</w:t>
      </w:r>
    </w:p>
    <w:p w14:paraId="4D54D9CD" w14:textId="3375B833" w:rsidR="00FA3610" w:rsidRPr="00DA4325" w:rsidRDefault="00FA3610" w:rsidP="0016238A">
      <w:pPr>
        <w:jc w:val="right"/>
        <w:rPr>
          <w:rFonts w:cs="Arial"/>
        </w:rPr>
      </w:pPr>
      <w:r w:rsidRPr="00DA4325">
        <w:rPr>
          <w:rFonts w:cs="Arial"/>
        </w:rPr>
        <w:t>Secretário-Diretor Legislativo</w:t>
      </w:r>
    </w:p>
    <w:sectPr w:rsidR="00FA3610" w:rsidRPr="00DA4325" w:rsidSect="00D165B5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851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DCD6C" w14:textId="77777777" w:rsidR="00464DEA" w:rsidRDefault="00464DEA">
      <w:r>
        <w:separator/>
      </w:r>
    </w:p>
  </w:endnote>
  <w:endnote w:type="continuationSeparator" w:id="0">
    <w:p w14:paraId="7EDA1B85" w14:textId="77777777" w:rsidR="00464DEA" w:rsidRDefault="00464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4BF15" w14:textId="77777777"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9A58D" w14:textId="77777777"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263E2" w14:textId="77777777" w:rsidR="00464DEA" w:rsidRDefault="00464DEA">
      <w:r>
        <w:separator/>
      </w:r>
    </w:p>
  </w:footnote>
  <w:footnote w:type="continuationSeparator" w:id="0">
    <w:p w14:paraId="4737E717" w14:textId="77777777" w:rsidR="00464DEA" w:rsidRDefault="00464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FEB13" w14:textId="5B17D20E"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758F4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17AC5705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2652E" w14:textId="77777777"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6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7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14:paraId="41C758F4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17AC5705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9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0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14:paraId="2992652E" w14:textId="77777777"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832E00">
      <w:rPr>
        <w:rFonts w:cs="Arial"/>
        <w:b/>
        <w:noProof/>
        <w:sz w:val="20"/>
        <w:szCs w:val="20"/>
        <w:u w:val="single"/>
      </w:rPr>
      <w:t>Resultados d</w:t>
    </w:r>
    <w:r w:rsidR="005D34FF">
      <w:rPr>
        <w:rFonts w:cs="Arial"/>
        <w:b/>
        <w:sz w:val="20"/>
        <w:szCs w:val="20"/>
        <w:u w:val="single"/>
      </w:rPr>
      <w:t>a</w:t>
    </w:r>
    <w:r w:rsidR="00832E00">
      <w:rPr>
        <w:rFonts w:cs="Arial"/>
        <w:b/>
        <w:sz w:val="20"/>
        <w:szCs w:val="20"/>
        <w:u w:val="single"/>
      </w:rPr>
      <w:t xml:space="preserve"> Ordem do Dia da </w:t>
    </w:r>
    <w:r w:rsidR="00585F7B">
      <w:rPr>
        <w:rFonts w:cs="Arial"/>
        <w:b/>
        <w:sz w:val="20"/>
        <w:szCs w:val="20"/>
        <w:u w:val="single"/>
      </w:rPr>
      <w:t>37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585F7B">
      <w:rPr>
        <w:rFonts w:cs="Arial"/>
        <w:b/>
        <w:sz w:val="20"/>
        <w:szCs w:val="20"/>
        <w:u w:val="single"/>
      </w:rPr>
      <w:t>19</w:t>
    </w:r>
    <w:r w:rsidR="000C342E">
      <w:rPr>
        <w:rFonts w:cs="Arial"/>
        <w:b/>
        <w:sz w:val="20"/>
        <w:szCs w:val="20"/>
        <w:u w:val="single"/>
      </w:rPr>
      <w:t>/</w:t>
    </w:r>
    <w:r w:rsidR="007A662A">
      <w:rPr>
        <w:rFonts w:cs="Arial"/>
        <w:b/>
        <w:sz w:val="20"/>
        <w:szCs w:val="20"/>
        <w:u w:val="single"/>
      </w:rPr>
      <w:t>11</w:t>
    </w:r>
    <w:r w:rsidR="001D3663">
      <w:rPr>
        <w:rFonts w:cs="Arial"/>
        <w:b/>
        <w:sz w:val="20"/>
        <w:szCs w:val="20"/>
        <w:u w:val="single"/>
      </w:rPr>
      <w:t>/</w:t>
    </w:r>
    <w:r w:rsidR="004D0EC6" w:rsidRPr="004D0EC6">
      <w:rPr>
        <w:rFonts w:cs="Arial"/>
        <w:b/>
        <w:sz w:val="20"/>
        <w:szCs w:val="20"/>
        <w:u w:val="single"/>
      </w:rPr>
      <w:t>202</w:t>
    </w:r>
    <w:r w:rsidR="000E645A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A30F54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CD460E">
      <w:rPr>
        <w:rFonts w:cs="Arial"/>
        <w:b/>
        <w:noProof/>
        <w:sz w:val="20"/>
        <w:szCs w:val="20"/>
        <w:u w:val="single"/>
      </w:rPr>
      <w:t>01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91463" w14:textId="77777777"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F7AA8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45C17857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990E9" w14:textId="77777777"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1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2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14:paraId="6E6F7AA8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45C17857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4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5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6E2990E9" w14:textId="77777777"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573D9"/>
    <w:multiLevelType w:val="hybridMultilevel"/>
    <w:tmpl w:val="5F468D16"/>
    <w:lvl w:ilvl="0" w:tplc="4E580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67D35"/>
    <w:multiLevelType w:val="hybridMultilevel"/>
    <w:tmpl w:val="5CE08DE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802E3"/>
    <w:multiLevelType w:val="hybridMultilevel"/>
    <w:tmpl w:val="C942627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8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D40DF"/>
    <w:multiLevelType w:val="hybridMultilevel"/>
    <w:tmpl w:val="D5D043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8"/>
  </w:num>
  <w:num w:numId="5">
    <w:abstractNumId w:val="14"/>
  </w:num>
  <w:num w:numId="6">
    <w:abstractNumId w:val="1"/>
  </w:num>
  <w:num w:numId="7">
    <w:abstractNumId w:val="15"/>
  </w:num>
  <w:num w:numId="8">
    <w:abstractNumId w:val="7"/>
  </w:num>
  <w:num w:numId="9">
    <w:abstractNumId w:val="16"/>
  </w:num>
  <w:num w:numId="10">
    <w:abstractNumId w:val="18"/>
  </w:num>
  <w:num w:numId="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7"/>
  </w:num>
  <w:num w:numId="15">
    <w:abstractNumId w:val="2"/>
  </w:num>
  <w:num w:numId="16">
    <w:abstractNumId w:val="6"/>
  </w:num>
  <w:num w:numId="17">
    <w:abstractNumId w:val="3"/>
  </w:num>
  <w:num w:numId="18">
    <w:abstractNumId w:val="4"/>
  </w:num>
  <w:num w:numId="19">
    <w:abstractNumId w:val="9"/>
  </w:num>
  <w:num w:numId="20">
    <w:abstractNumId w:val="19"/>
  </w:num>
  <w:num w:numId="21">
    <w:abstractNumId w:val="12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061F"/>
    <w:rsid w:val="00001160"/>
    <w:rsid w:val="000014AE"/>
    <w:rsid w:val="00003511"/>
    <w:rsid w:val="000060A7"/>
    <w:rsid w:val="0000647C"/>
    <w:rsid w:val="00006C5B"/>
    <w:rsid w:val="00010158"/>
    <w:rsid w:val="0001190B"/>
    <w:rsid w:val="00011D9F"/>
    <w:rsid w:val="00012801"/>
    <w:rsid w:val="00013340"/>
    <w:rsid w:val="0001340A"/>
    <w:rsid w:val="00014249"/>
    <w:rsid w:val="00014699"/>
    <w:rsid w:val="0002024F"/>
    <w:rsid w:val="00022EBF"/>
    <w:rsid w:val="000230D7"/>
    <w:rsid w:val="000235F1"/>
    <w:rsid w:val="00024775"/>
    <w:rsid w:val="0002482B"/>
    <w:rsid w:val="00025CF9"/>
    <w:rsid w:val="00032549"/>
    <w:rsid w:val="00032FD8"/>
    <w:rsid w:val="00033944"/>
    <w:rsid w:val="00035380"/>
    <w:rsid w:val="0003551B"/>
    <w:rsid w:val="0003559A"/>
    <w:rsid w:val="00035B24"/>
    <w:rsid w:val="00036EEC"/>
    <w:rsid w:val="00037DA4"/>
    <w:rsid w:val="00040EB3"/>
    <w:rsid w:val="0004132E"/>
    <w:rsid w:val="000420E1"/>
    <w:rsid w:val="000427D6"/>
    <w:rsid w:val="00043296"/>
    <w:rsid w:val="00043851"/>
    <w:rsid w:val="000439CF"/>
    <w:rsid w:val="00043B38"/>
    <w:rsid w:val="00046CA2"/>
    <w:rsid w:val="00047B1B"/>
    <w:rsid w:val="00052064"/>
    <w:rsid w:val="000522A3"/>
    <w:rsid w:val="0005420B"/>
    <w:rsid w:val="00054688"/>
    <w:rsid w:val="000546A7"/>
    <w:rsid w:val="000559F4"/>
    <w:rsid w:val="00055BEA"/>
    <w:rsid w:val="00055C70"/>
    <w:rsid w:val="00056583"/>
    <w:rsid w:val="00057163"/>
    <w:rsid w:val="0006165B"/>
    <w:rsid w:val="000636C5"/>
    <w:rsid w:val="000670D3"/>
    <w:rsid w:val="0006772E"/>
    <w:rsid w:val="00067A54"/>
    <w:rsid w:val="000724CB"/>
    <w:rsid w:val="00073590"/>
    <w:rsid w:val="00073E9A"/>
    <w:rsid w:val="000747BA"/>
    <w:rsid w:val="00074C79"/>
    <w:rsid w:val="00074D9F"/>
    <w:rsid w:val="00075474"/>
    <w:rsid w:val="000755C7"/>
    <w:rsid w:val="0007590C"/>
    <w:rsid w:val="000759E6"/>
    <w:rsid w:val="00075FBE"/>
    <w:rsid w:val="00081A58"/>
    <w:rsid w:val="00082279"/>
    <w:rsid w:val="00083485"/>
    <w:rsid w:val="00084192"/>
    <w:rsid w:val="0008513B"/>
    <w:rsid w:val="000864F6"/>
    <w:rsid w:val="00086E7E"/>
    <w:rsid w:val="000876CD"/>
    <w:rsid w:val="00087E94"/>
    <w:rsid w:val="000900AF"/>
    <w:rsid w:val="000909E6"/>
    <w:rsid w:val="00090FD7"/>
    <w:rsid w:val="0009153B"/>
    <w:rsid w:val="00094495"/>
    <w:rsid w:val="000951F7"/>
    <w:rsid w:val="0009577D"/>
    <w:rsid w:val="00095992"/>
    <w:rsid w:val="000961BA"/>
    <w:rsid w:val="00096234"/>
    <w:rsid w:val="00097F36"/>
    <w:rsid w:val="000A107C"/>
    <w:rsid w:val="000A136E"/>
    <w:rsid w:val="000A4250"/>
    <w:rsid w:val="000A5842"/>
    <w:rsid w:val="000A62E1"/>
    <w:rsid w:val="000A67EF"/>
    <w:rsid w:val="000A6F81"/>
    <w:rsid w:val="000A7479"/>
    <w:rsid w:val="000B081B"/>
    <w:rsid w:val="000B2455"/>
    <w:rsid w:val="000B3D79"/>
    <w:rsid w:val="000B540B"/>
    <w:rsid w:val="000B553D"/>
    <w:rsid w:val="000B5AA4"/>
    <w:rsid w:val="000B66A9"/>
    <w:rsid w:val="000B7026"/>
    <w:rsid w:val="000B722E"/>
    <w:rsid w:val="000C03CC"/>
    <w:rsid w:val="000C2804"/>
    <w:rsid w:val="000C342E"/>
    <w:rsid w:val="000C71FC"/>
    <w:rsid w:val="000D0D3F"/>
    <w:rsid w:val="000D2350"/>
    <w:rsid w:val="000D259E"/>
    <w:rsid w:val="000D56A5"/>
    <w:rsid w:val="000D60C2"/>
    <w:rsid w:val="000E0849"/>
    <w:rsid w:val="000E10C3"/>
    <w:rsid w:val="000E22AD"/>
    <w:rsid w:val="000E3451"/>
    <w:rsid w:val="000E3A17"/>
    <w:rsid w:val="000E42A9"/>
    <w:rsid w:val="000E46E1"/>
    <w:rsid w:val="000E645A"/>
    <w:rsid w:val="000E7022"/>
    <w:rsid w:val="000E7266"/>
    <w:rsid w:val="000E7EC2"/>
    <w:rsid w:val="000F0D50"/>
    <w:rsid w:val="000F1845"/>
    <w:rsid w:val="000F1863"/>
    <w:rsid w:val="000F312D"/>
    <w:rsid w:val="000F4AFF"/>
    <w:rsid w:val="000F5B44"/>
    <w:rsid w:val="000F74A9"/>
    <w:rsid w:val="00102734"/>
    <w:rsid w:val="00106256"/>
    <w:rsid w:val="0011107E"/>
    <w:rsid w:val="001117CD"/>
    <w:rsid w:val="00111F72"/>
    <w:rsid w:val="001124B3"/>
    <w:rsid w:val="001137FE"/>
    <w:rsid w:val="00113A93"/>
    <w:rsid w:val="00113DB8"/>
    <w:rsid w:val="001142A1"/>
    <w:rsid w:val="00114C8A"/>
    <w:rsid w:val="00115908"/>
    <w:rsid w:val="0011667E"/>
    <w:rsid w:val="001200D6"/>
    <w:rsid w:val="00120A34"/>
    <w:rsid w:val="00120A97"/>
    <w:rsid w:val="00120BB9"/>
    <w:rsid w:val="00122171"/>
    <w:rsid w:val="0012247D"/>
    <w:rsid w:val="00122A6F"/>
    <w:rsid w:val="001251BF"/>
    <w:rsid w:val="00125AA4"/>
    <w:rsid w:val="00125C43"/>
    <w:rsid w:val="00130402"/>
    <w:rsid w:val="00132D39"/>
    <w:rsid w:val="00133004"/>
    <w:rsid w:val="001360C4"/>
    <w:rsid w:val="00136DFA"/>
    <w:rsid w:val="0014073E"/>
    <w:rsid w:val="00142445"/>
    <w:rsid w:val="001457E1"/>
    <w:rsid w:val="00146073"/>
    <w:rsid w:val="001529E9"/>
    <w:rsid w:val="00155A65"/>
    <w:rsid w:val="001577BC"/>
    <w:rsid w:val="001578B4"/>
    <w:rsid w:val="00157963"/>
    <w:rsid w:val="00157AFF"/>
    <w:rsid w:val="00160F7D"/>
    <w:rsid w:val="00162386"/>
    <w:rsid w:val="0016238A"/>
    <w:rsid w:val="00162FBB"/>
    <w:rsid w:val="0016340A"/>
    <w:rsid w:val="00163724"/>
    <w:rsid w:val="00163988"/>
    <w:rsid w:val="00164676"/>
    <w:rsid w:val="001671DF"/>
    <w:rsid w:val="00167D0A"/>
    <w:rsid w:val="00167FCF"/>
    <w:rsid w:val="00170604"/>
    <w:rsid w:val="001722A0"/>
    <w:rsid w:val="0017526C"/>
    <w:rsid w:val="00175D05"/>
    <w:rsid w:val="00176ACF"/>
    <w:rsid w:val="00180F8C"/>
    <w:rsid w:val="00182957"/>
    <w:rsid w:val="00183351"/>
    <w:rsid w:val="001835A7"/>
    <w:rsid w:val="00184EAF"/>
    <w:rsid w:val="001865AE"/>
    <w:rsid w:val="00187460"/>
    <w:rsid w:val="00190C2F"/>
    <w:rsid w:val="00191B13"/>
    <w:rsid w:val="0019277C"/>
    <w:rsid w:val="00192818"/>
    <w:rsid w:val="00193671"/>
    <w:rsid w:val="00193EAA"/>
    <w:rsid w:val="00194B48"/>
    <w:rsid w:val="001950C8"/>
    <w:rsid w:val="00196487"/>
    <w:rsid w:val="00196BAD"/>
    <w:rsid w:val="001A2160"/>
    <w:rsid w:val="001A2BFB"/>
    <w:rsid w:val="001A2D51"/>
    <w:rsid w:val="001B0444"/>
    <w:rsid w:val="001B1DA1"/>
    <w:rsid w:val="001B35A9"/>
    <w:rsid w:val="001B4EA5"/>
    <w:rsid w:val="001B576A"/>
    <w:rsid w:val="001B6163"/>
    <w:rsid w:val="001B685F"/>
    <w:rsid w:val="001B6B5E"/>
    <w:rsid w:val="001B6C59"/>
    <w:rsid w:val="001B7587"/>
    <w:rsid w:val="001B7A74"/>
    <w:rsid w:val="001B7CBB"/>
    <w:rsid w:val="001C0A57"/>
    <w:rsid w:val="001C12F9"/>
    <w:rsid w:val="001C21C4"/>
    <w:rsid w:val="001C23F8"/>
    <w:rsid w:val="001C2493"/>
    <w:rsid w:val="001C25E8"/>
    <w:rsid w:val="001C2795"/>
    <w:rsid w:val="001C2AD6"/>
    <w:rsid w:val="001C3021"/>
    <w:rsid w:val="001C5943"/>
    <w:rsid w:val="001C5BE8"/>
    <w:rsid w:val="001C5E23"/>
    <w:rsid w:val="001C7988"/>
    <w:rsid w:val="001D0353"/>
    <w:rsid w:val="001D03A8"/>
    <w:rsid w:val="001D0BD7"/>
    <w:rsid w:val="001D1328"/>
    <w:rsid w:val="001D3663"/>
    <w:rsid w:val="001D42D5"/>
    <w:rsid w:val="001D43D3"/>
    <w:rsid w:val="001D49A9"/>
    <w:rsid w:val="001D6C1B"/>
    <w:rsid w:val="001D7D01"/>
    <w:rsid w:val="001E1226"/>
    <w:rsid w:val="001E187A"/>
    <w:rsid w:val="001E1AD4"/>
    <w:rsid w:val="001E2470"/>
    <w:rsid w:val="001E2B31"/>
    <w:rsid w:val="001E2BE9"/>
    <w:rsid w:val="001E69E4"/>
    <w:rsid w:val="001F058A"/>
    <w:rsid w:val="001F1DEB"/>
    <w:rsid w:val="001F1E27"/>
    <w:rsid w:val="001F1FE7"/>
    <w:rsid w:val="001F31DC"/>
    <w:rsid w:val="001F4A2D"/>
    <w:rsid w:val="001F4D0C"/>
    <w:rsid w:val="001F60F5"/>
    <w:rsid w:val="001F64DB"/>
    <w:rsid w:val="001F65A0"/>
    <w:rsid w:val="001F6934"/>
    <w:rsid w:val="001F7A28"/>
    <w:rsid w:val="00200C12"/>
    <w:rsid w:val="002010A7"/>
    <w:rsid w:val="00202C54"/>
    <w:rsid w:val="0020324E"/>
    <w:rsid w:val="002037B2"/>
    <w:rsid w:val="0020545D"/>
    <w:rsid w:val="00207125"/>
    <w:rsid w:val="0020757C"/>
    <w:rsid w:val="002113F4"/>
    <w:rsid w:val="00211CAB"/>
    <w:rsid w:val="00213438"/>
    <w:rsid w:val="00215AD9"/>
    <w:rsid w:val="00216AF0"/>
    <w:rsid w:val="00216EF8"/>
    <w:rsid w:val="00217C71"/>
    <w:rsid w:val="002205AA"/>
    <w:rsid w:val="00220E13"/>
    <w:rsid w:val="00220EAA"/>
    <w:rsid w:val="00221015"/>
    <w:rsid w:val="00221C1E"/>
    <w:rsid w:val="00222A3B"/>
    <w:rsid w:val="00222D66"/>
    <w:rsid w:val="002266A3"/>
    <w:rsid w:val="00226F64"/>
    <w:rsid w:val="002272ED"/>
    <w:rsid w:val="00227FD4"/>
    <w:rsid w:val="00230533"/>
    <w:rsid w:val="002323A7"/>
    <w:rsid w:val="00232558"/>
    <w:rsid w:val="00233519"/>
    <w:rsid w:val="002340E5"/>
    <w:rsid w:val="00234FA1"/>
    <w:rsid w:val="002350C3"/>
    <w:rsid w:val="00235F05"/>
    <w:rsid w:val="00236A86"/>
    <w:rsid w:val="002376A0"/>
    <w:rsid w:val="00237C19"/>
    <w:rsid w:val="00240BB1"/>
    <w:rsid w:val="00240C08"/>
    <w:rsid w:val="002410FA"/>
    <w:rsid w:val="0024156F"/>
    <w:rsid w:val="002445F2"/>
    <w:rsid w:val="002452C1"/>
    <w:rsid w:val="00247D67"/>
    <w:rsid w:val="00250EC5"/>
    <w:rsid w:val="00251C88"/>
    <w:rsid w:val="00251F35"/>
    <w:rsid w:val="00253056"/>
    <w:rsid w:val="00253086"/>
    <w:rsid w:val="00254076"/>
    <w:rsid w:val="0025492B"/>
    <w:rsid w:val="00255E7D"/>
    <w:rsid w:val="002564F1"/>
    <w:rsid w:val="00256F2E"/>
    <w:rsid w:val="0025717A"/>
    <w:rsid w:val="00257A16"/>
    <w:rsid w:val="00257D6A"/>
    <w:rsid w:val="0026006F"/>
    <w:rsid w:val="00260ADD"/>
    <w:rsid w:val="00261F4B"/>
    <w:rsid w:val="00266C85"/>
    <w:rsid w:val="0026756F"/>
    <w:rsid w:val="00270041"/>
    <w:rsid w:val="002709CC"/>
    <w:rsid w:val="00271114"/>
    <w:rsid w:val="00272BA1"/>
    <w:rsid w:val="00274BA1"/>
    <w:rsid w:val="00274D61"/>
    <w:rsid w:val="002758C9"/>
    <w:rsid w:val="002772CD"/>
    <w:rsid w:val="00277923"/>
    <w:rsid w:val="00280188"/>
    <w:rsid w:val="002845D9"/>
    <w:rsid w:val="00284D6A"/>
    <w:rsid w:val="002867BF"/>
    <w:rsid w:val="0029065B"/>
    <w:rsid w:val="002964DB"/>
    <w:rsid w:val="002A0FB8"/>
    <w:rsid w:val="002A1387"/>
    <w:rsid w:val="002A41E9"/>
    <w:rsid w:val="002A5C62"/>
    <w:rsid w:val="002A6065"/>
    <w:rsid w:val="002A6BDB"/>
    <w:rsid w:val="002A735A"/>
    <w:rsid w:val="002B0191"/>
    <w:rsid w:val="002B171E"/>
    <w:rsid w:val="002B2BCE"/>
    <w:rsid w:val="002B39C4"/>
    <w:rsid w:val="002B3C08"/>
    <w:rsid w:val="002B4022"/>
    <w:rsid w:val="002B474E"/>
    <w:rsid w:val="002B4987"/>
    <w:rsid w:val="002B502F"/>
    <w:rsid w:val="002B5D12"/>
    <w:rsid w:val="002B7C01"/>
    <w:rsid w:val="002C04B9"/>
    <w:rsid w:val="002C0E78"/>
    <w:rsid w:val="002C4A71"/>
    <w:rsid w:val="002C6F56"/>
    <w:rsid w:val="002C71F7"/>
    <w:rsid w:val="002C7653"/>
    <w:rsid w:val="002D00A5"/>
    <w:rsid w:val="002D013C"/>
    <w:rsid w:val="002D13B9"/>
    <w:rsid w:val="002D1AC3"/>
    <w:rsid w:val="002D1B26"/>
    <w:rsid w:val="002D4196"/>
    <w:rsid w:val="002D4382"/>
    <w:rsid w:val="002D4885"/>
    <w:rsid w:val="002D4BF3"/>
    <w:rsid w:val="002D5B35"/>
    <w:rsid w:val="002D6825"/>
    <w:rsid w:val="002D6C6B"/>
    <w:rsid w:val="002E0B47"/>
    <w:rsid w:val="002E5C3A"/>
    <w:rsid w:val="002F04CB"/>
    <w:rsid w:val="002F2577"/>
    <w:rsid w:val="002F4A0E"/>
    <w:rsid w:val="002F4BEB"/>
    <w:rsid w:val="002F66BC"/>
    <w:rsid w:val="00300280"/>
    <w:rsid w:val="00300E18"/>
    <w:rsid w:val="00301E57"/>
    <w:rsid w:val="00301FA8"/>
    <w:rsid w:val="00302992"/>
    <w:rsid w:val="003119A1"/>
    <w:rsid w:val="00312134"/>
    <w:rsid w:val="003122DA"/>
    <w:rsid w:val="0031256B"/>
    <w:rsid w:val="003157E3"/>
    <w:rsid w:val="003162A7"/>
    <w:rsid w:val="00316483"/>
    <w:rsid w:val="003164C9"/>
    <w:rsid w:val="00316AB9"/>
    <w:rsid w:val="00317400"/>
    <w:rsid w:val="00317783"/>
    <w:rsid w:val="00317945"/>
    <w:rsid w:val="00320225"/>
    <w:rsid w:val="00320954"/>
    <w:rsid w:val="003228A9"/>
    <w:rsid w:val="00322CB0"/>
    <w:rsid w:val="003247D5"/>
    <w:rsid w:val="003260A6"/>
    <w:rsid w:val="00330A7D"/>
    <w:rsid w:val="00330DE3"/>
    <w:rsid w:val="0033251C"/>
    <w:rsid w:val="00332EA8"/>
    <w:rsid w:val="00333915"/>
    <w:rsid w:val="003367EA"/>
    <w:rsid w:val="00336AD7"/>
    <w:rsid w:val="00336EA8"/>
    <w:rsid w:val="00337060"/>
    <w:rsid w:val="003403A7"/>
    <w:rsid w:val="003412F9"/>
    <w:rsid w:val="00341EBD"/>
    <w:rsid w:val="003424BE"/>
    <w:rsid w:val="003428F4"/>
    <w:rsid w:val="00342946"/>
    <w:rsid w:val="00346634"/>
    <w:rsid w:val="00347DA7"/>
    <w:rsid w:val="00350C52"/>
    <w:rsid w:val="00351460"/>
    <w:rsid w:val="00354160"/>
    <w:rsid w:val="0035498C"/>
    <w:rsid w:val="00356627"/>
    <w:rsid w:val="00360316"/>
    <w:rsid w:val="00362C18"/>
    <w:rsid w:val="00364463"/>
    <w:rsid w:val="00365CC1"/>
    <w:rsid w:val="003704A4"/>
    <w:rsid w:val="003751D6"/>
    <w:rsid w:val="003752CB"/>
    <w:rsid w:val="003752F4"/>
    <w:rsid w:val="003753C1"/>
    <w:rsid w:val="00375E1F"/>
    <w:rsid w:val="00380243"/>
    <w:rsid w:val="0038063D"/>
    <w:rsid w:val="00385473"/>
    <w:rsid w:val="003862C2"/>
    <w:rsid w:val="003872B7"/>
    <w:rsid w:val="0039184F"/>
    <w:rsid w:val="00393208"/>
    <w:rsid w:val="00395060"/>
    <w:rsid w:val="00397D0E"/>
    <w:rsid w:val="00397E28"/>
    <w:rsid w:val="003A0264"/>
    <w:rsid w:val="003A1E7C"/>
    <w:rsid w:val="003A243F"/>
    <w:rsid w:val="003A28AB"/>
    <w:rsid w:val="003B01E2"/>
    <w:rsid w:val="003B06D1"/>
    <w:rsid w:val="003B0ACF"/>
    <w:rsid w:val="003B0B55"/>
    <w:rsid w:val="003B1FDC"/>
    <w:rsid w:val="003B2532"/>
    <w:rsid w:val="003B405F"/>
    <w:rsid w:val="003B530F"/>
    <w:rsid w:val="003B5F5A"/>
    <w:rsid w:val="003B6D9E"/>
    <w:rsid w:val="003B79F1"/>
    <w:rsid w:val="003C0116"/>
    <w:rsid w:val="003C22ED"/>
    <w:rsid w:val="003C4775"/>
    <w:rsid w:val="003C4ABE"/>
    <w:rsid w:val="003C5097"/>
    <w:rsid w:val="003C55E2"/>
    <w:rsid w:val="003C61C2"/>
    <w:rsid w:val="003C69E5"/>
    <w:rsid w:val="003C6ECF"/>
    <w:rsid w:val="003C776A"/>
    <w:rsid w:val="003C7956"/>
    <w:rsid w:val="003C7E0E"/>
    <w:rsid w:val="003C7FAC"/>
    <w:rsid w:val="003D2911"/>
    <w:rsid w:val="003D48C9"/>
    <w:rsid w:val="003D50FD"/>
    <w:rsid w:val="003E2839"/>
    <w:rsid w:val="003E2890"/>
    <w:rsid w:val="003E2A44"/>
    <w:rsid w:val="003E2E46"/>
    <w:rsid w:val="003E5035"/>
    <w:rsid w:val="003E6368"/>
    <w:rsid w:val="003E67BE"/>
    <w:rsid w:val="003F0098"/>
    <w:rsid w:val="003F00FD"/>
    <w:rsid w:val="003F0423"/>
    <w:rsid w:val="003F17EB"/>
    <w:rsid w:val="003F29E7"/>
    <w:rsid w:val="003F35B7"/>
    <w:rsid w:val="003F4444"/>
    <w:rsid w:val="003F63D4"/>
    <w:rsid w:val="003F6502"/>
    <w:rsid w:val="00403BF9"/>
    <w:rsid w:val="00403CAC"/>
    <w:rsid w:val="00403F11"/>
    <w:rsid w:val="0040439B"/>
    <w:rsid w:val="004107D4"/>
    <w:rsid w:val="00413439"/>
    <w:rsid w:val="004140B2"/>
    <w:rsid w:val="0041557C"/>
    <w:rsid w:val="004158EB"/>
    <w:rsid w:val="0041657D"/>
    <w:rsid w:val="0042014E"/>
    <w:rsid w:val="00424A1B"/>
    <w:rsid w:val="00426C4A"/>
    <w:rsid w:val="00427DE7"/>
    <w:rsid w:val="0043009B"/>
    <w:rsid w:val="00430615"/>
    <w:rsid w:val="004314D5"/>
    <w:rsid w:val="00434144"/>
    <w:rsid w:val="00434DA6"/>
    <w:rsid w:val="00435A68"/>
    <w:rsid w:val="00436A0C"/>
    <w:rsid w:val="00436C6C"/>
    <w:rsid w:val="00436EDB"/>
    <w:rsid w:val="00436F77"/>
    <w:rsid w:val="00441626"/>
    <w:rsid w:val="00442D7A"/>
    <w:rsid w:val="004436AF"/>
    <w:rsid w:val="0044442B"/>
    <w:rsid w:val="004451D8"/>
    <w:rsid w:val="00445B9F"/>
    <w:rsid w:val="004472C7"/>
    <w:rsid w:val="004476F6"/>
    <w:rsid w:val="00450972"/>
    <w:rsid w:val="00450A23"/>
    <w:rsid w:val="00451527"/>
    <w:rsid w:val="0045176C"/>
    <w:rsid w:val="004536CD"/>
    <w:rsid w:val="004545E8"/>
    <w:rsid w:val="004579CF"/>
    <w:rsid w:val="00457B0D"/>
    <w:rsid w:val="00460127"/>
    <w:rsid w:val="004612AC"/>
    <w:rsid w:val="00462771"/>
    <w:rsid w:val="004641BE"/>
    <w:rsid w:val="00464DEA"/>
    <w:rsid w:val="00471AA4"/>
    <w:rsid w:val="00471ED0"/>
    <w:rsid w:val="00474D1E"/>
    <w:rsid w:val="00476D11"/>
    <w:rsid w:val="00480415"/>
    <w:rsid w:val="00482344"/>
    <w:rsid w:val="00483FC2"/>
    <w:rsid w:val="004859B6"/>
    <w:rsid w:val="00485C83"/>
    <w:rsid w:val="00486122"/>
    <w:rsid w:val="00486784"/>
    <w:rsid w:val="004867AA"/>
    <w:rsid w:val="00486D96"/>
    <w:rsid w:val="00487827"/>
    <w:rsid w:val="00487C0C"/>
    <w:rsid w:val="00491E68"/>
    <w:rsid w:val="0049259D"/>
    <w:rsid w:val="004926F3"/>
    <w:rsid w:val="004948C5"/>
    <w:rsid w:val="00494DF4"/>
    <w:rsid w:val="00497546"/>
    <w:rsid w:val="00497599"/>
    <w:rsid w:val="004975D6"/>
    <w:rsid w:val="00497BFB"/>
    <w:rsid w:val="004A28C3"/>
    <w:rsid w:val="004A7D29"/>
    <w:rsid w:val="004B0398"/>
    <w:rsid w:val="004B06BC"/>
    <w:rsid w:val="004B0E8B"/>
    <w:rsid w:val="004B1AAB"/>
    <w:rsid w:val="004B1B42"/>
    <w:rsid w:val="004B22BF"/>
    <w:rsid w:val="004B259A"/>
    <w:rsid w:val="004B2C6B"/>
    <w:rsid w:val="004B37A0"/>
    <w:rsid w:val="004B5242"/>
    <w:rsid w:val="004B6014"/>
    <w:rsid w:val="004B685D"/>
    <w:rsid w:val="004B7494"/>
    <w:rsid w:val="004C0493"/>
    <w:rsid w:val="004C1484"/>
    <w:rsid w:val="004C301C"/>
    <w:rsid w:val="004C40CB"/>
    <w:rsid w:val="004C4433"/>
    <w:rsid w:val="004C44D7"/>
    <w:rsid w:val="004C6B64"/>
    <w:rsid w:val="004C6EA5"/>
    <w:rsid w:val="004C6F1B"/>
    <w:rsid w:val="004D0EC6"/>
    <w:rsid w:val="004D33B1"/>
    <w:rsid w:val="004D3A5F"/>
    <w:rsid w:val="004D480C"/>
    <w:rsid w:val="004D6620"/>
    <w:rsid w:val="004D7D47"/>
    <w:rsid w:val="004E166D"/>
    <w:rsid w:val="004E17A0"/>
    <w:rsid w:val="004E1A0C"/>
    <w:rsid w:val="004E2262"/>
    <w:rsid w:val="004E2B82"/>
    <w:rsid w:val="004E2DDB"/>
    <w:rsid w:val="004E4444"/>
    <w:rsid w:val="004E4CBD"/>
    <w:rsid w:val="004E6207"/>
    <w:rsid w:val="004F03FF"/>
    <w:rsid w:val="004F1914"/>
    <w:rsid w:val="004F2CA8"/>
    <w:rsid w:val="004F3ED1"/>
    <w:rsid w:val="00501B50"/>
    <w:rsid w:val="00501C36"/>
    <w:rsid w:val="00502556"/>
    <w:rsid w:val="005025EA"/>
    <w:rsid w:val="00503239"/>
    <w:rsid w:val="00503782"/>
    <w:rsid w:val="00503B46"/>
    <w:rsid w:val="00505C22"/>
    <w:rsid w:val="005063AF"/>
    <w:rsid w:val="005063BE"/>
    <w:rsid w:val="0051115F"/>
    <w:rsid w:val="005119D8"/>
    <w:rsid w:val="00512CCB"/>
    <w:rsid w:val="00513E8B"/>
    <w:rsid w:val="00516A96"/>
    <w:rsid w:val="00517123"/>
    <w:rsid w:val="0051740F"/>
    <w:rsid w:val="0052088E"/>
    <w:rsid w:val="0052201F"/>
    <w:rsid w:val="0052521F"/>
    <w:rsid w:val="00525EA3"/>
    <w:rsid w:val="00527296"/>
    <w:rsid w:val="005272F8"/>
    <w:rsid w:val="00532D1F"/>
    <w:rsid w:val="005334D5"/>
    <w:rsid w:val="00535777"/>
    <w:rsid w:val="00535FAD"/>
    <w:rsid w:val="00536CFA"/>
    <w:rsid w:val="00536D65"/>
    <w:rsid w:val="00536F84"/>
    <w:rsid w:val="005407D6"/>
    <w:rsid w:val="0054183A"/>
    <w:rsid w:val="00542201"/>
    <w:rsid w:val="0054356D"/>
    <w:rsid w:val="005435D1"/>
    <w:rsid w:val="005454E1"/>
    <w:rsid w:val="005455E0"/>
    <w:rsid w:val="005463C3"/>
    <w:rsid w:val="00550338"/>
    <w:rsid w:val="00550C40"/>
    <w:rsid w:val="005516F4"/>
    <w:rsid w:val="00551CEF"/>
    <w:rsid w:val="005538C3"/>
    <w:rsid w:val="00555DD9"/>
    <w:rsid w:val="00556467"/>
    <w:rsid w:val="005571A6"/>
    <w:rsid w:val="00557363"/>
    <w:rsid w:val="00560429"/>
    <w:rsid w:val="005605A7"/>
    <w:rsid w:val="00562D53"/>
    <w:rsid w:val="00563094"/>
    <w:rsid w:val="00564899"/>
    <w:rsid w:val="0056493D"/>
    <w:rsid w:val="005659AE"/>
    <w:rsid w:val="005713FF"/>
    <w:rsid w:val="005714FC"/>
    <w:rsid w:val="00571511"/>
    <w:rsid w:val="00571AA7"/>
    <w:rsid w:val="00572E9B"/>
    <w:rsid w:val="0057401D"/>
    <w:rsid w:val="00575036"/>
    <w:rsid w:val="005761B5"/>
    <w:rsid w:val="00577034"/>
    <w:rsid w:val="00577F6E"/>
    <w:rsid w:val="00580959"/>
    <w:rsid w:val="00580E7B"/>
    <w:rsid w:val="00582037"/>
    <w:rsid w:val="00582CBC"/>
    <w:rsid w:val="00582F58"/>
    <w:rsid w:val="00583726"/>
    <w:rsid w:val="00583A0D"/>
    <w:rsid w:val="00583A14"/>
    <w:rsid w:val="00583F31"/>
    <w:rsid w:val="0058422B"/>
    <w:rsid w:val="005856EB"/>
    <w:rsid w:val="00585E6C"/>
    <w:rsid w:val="00585F7B"/>
    <w:rsid w:val="00586E43"/>
    <w:rsid w:val="005870B3"/>
    <w:rsid w:val="00590723"/>
    <w:rsid w:val="00590BC5"/>
    <w:rsid w:val="0059268B"/>
    <w:rsid w:val="00592B33"/>
    <w:rsid w:val="00592CE1"/>
    <w:rsid w:val="00592DD6"/>
    <w:rsid w:val="005937EC"/>
    <w:rsid w:val="00594CC0"/>
    <w:rsid w:val="005A2320"/>
    <w:rsid w:val="005A2AED"/>
    <w:rsid w:val="005A3A4C"/>
    <w:rsid w:val="005A3D6F"/>
    <w:rsid w:val="005A5375"/>
    <w:rsid w:val="005A6195"/>
    <w:rsid w:val="005A6495"/>
    <w:rsid w:val="005A7440"/>
    <w:rsid w:val="005A75C2"/>
    <w:rsid w:val="005B11EF"/>
    <w:rsid w:val="005B1894"/>
    <w:rsid w:val="005B4AD1"/>
    <w:rsid w:val="005B7682"/>
    <w:rsid w:val="005C0F8B"/>
    <w:rsid w:val="005C12BB"/>
    <w:rsid w:val="005C13D1"/>
    <w:rsid w:val="005C40FB"/>
    <w:rsid w:val="005C688E"/>
    <w:rsid w:val="005D34FF"/>
    <w:rsid w:val="005D385D"/>
    <w:rsid w:val="005D4E4D"/>
    <w:rsid w:val="005D518F"/>
    <w:rsid w:val="005D631D"/>
    <w:rsid w:val="005D6E79"/>
    <w:rsid w:val="005D7927"/>
    <w:rsid w:val="005E18AE"/>
    <w:rsid w:val="005E1B7C"/>
    <w:rsid w:val="005E1C12"/>
    <w:rsid w:val="005E2770"/>
    <w:rsid w:val="005E2C74"/>
    <w:rsid w:val="005E5CD0"/>
    <w:rsid w:val="005E7293"/>
    <w:rsid w:val="005F0BC2"/>
    <w:rsid w:val="005F1110"/>
    <w:rsid w:val="005F4D34"/>
    <w:rsid w:val="005F5FB6"/>
    <w:rsid w:val="00600B59"/>
    <w:rsid w:val="00600E1E"/>
    <w:rsid w:val="006034EB"/>
    <w:rsid w:val="006037E6"/>
    <w:rsid w:val="00604514"/>
    <w:rsid w:val="00606885"/>
    <w:rsid w:val="00607274"/>
    <w:rsid w:val="00607F25"/>
    <w:rsid w:val="00611465"/>
    <w:rsid w:val="006117C3"/>
    <w:rsid w:val="0061256A"/>
    <w:rsid w:val="006133AE"/>
    <w:rsid w:val="0061340B"/>
    <w:rsid w:val="00613886"/>
    <w:rsid w:val="0061558E"/>
    <w:rsid w:val="006159EC"/>
    <w:rsid w:val="00621CAE"/>
    <w:rsid w:val="006222D8"/>
    <w:rsid w:val="006226FE"/>
    <w:rsid w:val="00622CB1"/>
    <w:rsid w:val="00627105"/>
    <w:rsid w:val="00627964"/>
    <w:rsid w:val="00631369"/>
    <w:rsid w:val="00631D51"/>
    <w:rsid w:val="00632527"/>
    <w:rsid w:val="00632C10"/>
    <w:rsid w:val="00634017"/>
    <w:rsid w:val="00634190"/>
    <w:rsid w:val="006348E3"/>
    <w:rsid w:val="006356AF"/>
    <w:rsid w:val="00636EBC"/>
    <w:rsid w:val="006375D4"/>
    <w:rsid w:val="006407AF"/>
    <w:rsid w:val="00641C27"/>
    <w:rsid w:val="006427F2"/>
    <w:rsid w:val="0064281C"/>
    <w:rsid w:val="006517ED"/>
    <w:rsid w:val="00651E8E"/>
    <w:rsid w:val="00652427"/>
    <w:rsid w:val="006536C1"/>
    <w:rsid w:val="006554FC"/>
    <w:rsid w:val="0065589E"/>
    <w:rsid w:val="00660BA7"/>
    <w:rsid w:val="00662A98"/>
    <w:rsid w:val="006632F9"/>
    <w:rsid w:val="00663E9C"/>
    <w:rsid w:val="0066422E"/>
    <w:rsid w:val="006652AB"/>
    <w:rsid w:val="006664DC"/>
    <w:rsid w:val="006669A6"/>
    <w:rsid w:val="006675A8"/>
    <w:rsid w:val="00670E0D"/>
    <w:rsid w:val="0067186E"/>
    <w:rsid w:val="006724D1"/>
    <w:rsid w:val="00672E05"/>
    <w:rsid w:val="00674EA9"/>
    <w:rsid w:val="0067547E"/>
    <w:rsid w:val="006777CF"/>
    <w:rsid w:val="00677DCE"/>
    <w:rsid w:val="00680098"/>
    <w:rsid w:val="006804FA"/>
    <w:rsid w:val="00682E2A"/>
    <w:rsid w:val="006831B8"/>
    <w:rsid w:val="006842C6"/>
    <w:rsid w:val="00684DE3"/>
    <w:rsid w:val="00685083"/>
    <w:rsid w:val="00686237"/>
    <w:rsid w:val="00686B7D"/>
    <w:rsid w:val="00687609"/>
    <w:rsid w:val="0068790F"/>
    <w:rsid w:val="00692582"/>
    <w:rsid w:val="00692AB8"/>
    <w:rsid w:val="00692D66"/>
    <w:rsid w:val="0069343D"/>
    <w:rsid w:val="00694AFD"/>
    <w:rsid w:val="0069549B"/>
    <w:rsid w:val="00697294"/>
    <w:rsid w:val="00697825"/>
    <w:rsid w:val="006A0947"/>
    <w:rsid w:val="006A1024"/>
    <w:rsid w:val="006B03CF"/>
    <w:rsid w:val="006B297D"/>
    <w:rsid w:val="006B31DF"/>
    <w:rsid w:val="006B337E"/>
    <w:rsid w:val="006B6B5E"/>
    <w:rsid w:val="006C0A98"/>
    <w:rsid w:val="006C2050"/>
    <w:rsid w:val="006C2920"/>
    <w:rsid w:val="006C32CB"/>
    <w:rsid w:val="006C709B"/>
    <w:rsid w:val="006C7507"/>
    <w:rsid w:val="006C7BA3"/>
    <w:rsid w:val="006D02E3"/>
    <w:rsid w:val="006D0312"/>
    <w:rsid w:val="006D0656"/>
    <w:rsid w:val="006D22DA"/>
    <w:rsid w:val="006D25CE"/>
    <w:rsid w:val="006D2B37"/>
    <w:rsid w:val="006D3CD1"/>
    <w:rsid w:val="006D4DCB"/>
    <w:rsid w:val="006D4E04"/>
    <w:rsid w:val="006D55E6"/>
    <w:rsid w:val="006D7B22"/>
    <w:rsid w:val="006E0578"/>
    <w:rsid w:val="006E08D2"/>
    <w:rsid w:val="006E10FE"/>
    <w:rsid w:val="006E1697"/>
    <w:rsid w:val="006E28F7"/>
    <w:rsid w:val="006E2BAE"/>
    <w:rsid w:val="006E2BD5"/>
    <w:rsid w:val="006E3E9B"/>
    <w:rsid w:val="006E4AEA"/>
    <w:rsid w:val="006E592C"/>
    <w:rsid w:val="006E63A7"/>
    <w:rsid w:val="006E673F"/>
    <w:rsid w:val="006E6A4A"/>
    <w:rsid w:val="006E70B6"/>
    <w:rsid w:val="006F086C"/>
    <w:rsid w:val="006F202B"/>
    <w:rsid w:val="006F2810"/>
    <w:rsid w:val="006F4563"/>
    <w:rsid w:val="006F49B6"/>
    <w:rsid w:val="006F6FF0"/>
    <w:rsid w:val="006F704F"/>
    <w:rsid w:val="00700DD8"/>
    <w:rsid w:val="00701D76"/>
    <w:rsid w:val="0070200C"/>
    <w:rsid w:val="00702068"/>
    <w:rsid w:val="007033B7"/>
    <w:rsid w:val="00704281"/>
    <w:rsid w:val="007046BC"/>
    <w:rsid w:val="0070517B"/>
    <w:rsid w:val="007057FF"/>
    <w:rsid w:val="00705FD5"/>
    <w:rsid w:val="00706C60"/>
    <w:rsid w:val="00707AEB"/>
    <w:rsid w:val="00711998"/>
    <w:rsid w:val="00711F27"/>
    <w:rsid w:val="00712B9F"/>
    <w:rsid w:val="007170FD"/>
    <w:rsid w:val="00720E1B"/>
    <w:rsid w:val="00721FC9"/>
    <w:rsid w:val="007235DC"/>
    <w:rsid w:val="00727BAC"/>
    <w:rsid w:val="00731AF8"/>
    <w:rsid w:val="00732100"/>
    <w:rsid w:val="00733760"/>
    <w:rsid w:val="0073455E"/>
    <w:rsid w:val="00735093"/>
    <w:rsid w:val="007352EC"/>
    <w:rsid w:val="00736DDE"/>
    <w:rsid w:val="0074095C"/>
    <w:rsid w:val="00742160"/>
    <w:rsid w:val="007432CE"/>
    <w:rsid w:val="00745E52"/>
    <w:rsid w:val="0074681B"/>
    <w:rsid w:val="007471BA"/>
    <w:rsid w:val="00747647"/>
    <w:rsid w:val="007477DC"/>
    <w:rsid w:val="00747A39"/>
    <w:rsid w:val="007501A2"/>
    <w:rsid w:val="007517B1"/>
    <w:rsid w:val="00753763"/>
    <w:rsid w:val="00755C09"/>
    <w:rsid w:val="00756172"/>
    <w:rsid w:val="00756480"/>
    <w:rsid w:val="0075648F"/>
    <w:rsid w:val="00762341"/>
    <w:rsid w:val="007632A5"/>
    <w:rsid w:val="0076384E"/>
    <w:rsid w:val="00765A70"/>
    <w:rsid w:val="00766DD9"/>
    <w:rsid w:val="00767750"/>
    <w:rsid w:val="00767FE9"/>
    <w:rsid w:val="00771CA9"/>
    <w:rsid w:val="00773137"/>
    <w:rsid w:val="00775470"/>
    <w:rsid w:val="00776FC7"/>
    <w:rsid w:val="007805CA"/>
    <w:rsid w:val="00780C04"/>
    <w:rsid w:val="00783B20"/>
    <w:rsid w:val="00783D0B"/>
    <w:rsid w:val="0078418F"/>
    <w:rsid w:val="00784EDF"/>
    <w:rsid w:val="0078504D"/>
    <w:rsid w:val="00785E77"/>
    <w:rsid w:val="00786D06"/>
    <w:rsid w:val="00787413"/>
    <w:rsid w:val="00787E6D"/>
    <w:rsid w:val="00790B55"/>
    <w:rsid w:val="00791E1A"/>
    <w:rsid w:val="00792BB6"/>
    <w:rsid w:val="00793D76"/>
    <w:rsid w:val="007948B7"/>
    <w:rsid w:val="007967CF"/>
    <w:rsid w:val="007A084E"/>
    <w:rsid w:val="007A2C24"/>
    <w:rsid w:val="007A3883"/>
    <w:rsid w:val="007A54AB"/>
    <w:rsid w:val="007A5CE4"/>
    <w:rsid w:val="007A662A"/>
    <w:rsid w:val="007A6738"/>
    <w:rsid w:val="007A686E"/>
    <w:rsid w:val="007A73FF"/>
    <w:rsid w:val="007A7EB7"/>
    <w:rsid w:val="007B133A"/>
    <w:rsid w:val="007B3D8C"/>
    <w:rsid w:val="007B3FC2"/>
    <w:rsid w:val="007B41B4"/>
    <w:rsid w:val="007B58DE"/>
    <w:rsid w:val="007B5DEB"/>
    <w:rsid w:val="007B5EED"/>
    <w:rsid w:val="007C0652"/>
    <w:rsid w:val="007C081E"/>
    <w:rsid w:val="007C0860"/>
    <w:rsid w:val="007C2D9D"/>
    <w:rsid w:val="007C3177"/>
    <w:rsid w:val="007C4896"/>
    <w:rsid w:val="007C5F29"/>
    <w:rsid w:val="007D0D64"/>
    <w:rsid w:val="007D217C"/>
    <w:rsid w:val="007D26C9"/>
    <w:rsid w:val="007D282A"/>
    <w:rsid w:val="007D4FEE"/>
    <w:rsid w:val="007D51D4"/>
    <w:rsid w:val="007D5561"/>
    <w:rsid w:val="007D6F0C"/>
    <w:rsid w:val="007D760B"/>
    <w:rsid w:val="007E0064"/>
    <w:rsid w:val="007E161B"/>
    <w:rsid w:val="007E3C7E"/>
    <w:rsid w:val="007E56A4"/>
    <w:rsid w:val="007E6D02"/>
    <w:rsid w:val="007E6E4C"/>
    <w:rsid w:val="007E705A"/>
    <w:rsid w:val="007F53AA"/>
    <w:rsid w:val="007F73D6"/>
    <w:rsid w:val="00802AE2"/>
    <w:rsid w:val="0080328D"/>
    <w:rsid w:val="008051B6"/>
    <w:rsid w:val="008063B2"/>
    <w:rsid w:val="00811D66"/>
    <w:rsid w:val="008147CD"/>
    <w:rsid w:val="00814956"/>
    <w:rsid w:val="0082339D"/>
    <w:rsid w:val="00826325"/>
    <w:rsid w:val="0082639D"/>
    <w:rsid w:val="00826D0D"/>
    <w:rsid w:val="00830144"/>
    <w:rsid w:val="008305DD"/>
    <w:rsid w:val="00831D8A"/>
    <w:rsid w:val="00832E00"/>
    <w:rsid w:val="00832F83"/>
    <w:rsid w:val="00833515"/>
    <w:rsid w:val="0083374E"/>
    <w:rsid w:val="00834655"/>
    <w:rsid w:val="00836AC3"/>
    <w:rsid w:val="00837CB4"/>
    <w:rsid w:val="008400C7"/>
    <w:rsid w:val="00840C83"/>
    <w:rsid w:val="008421F9"/>
    <w:rsid w:val="008429CD"/>
    <w:rsid w:val="00842EF2"/>
    <w:rsid w:val="00843EC4"/>
    <w:rsid w:val="00846035"/>
    <w:rsid w:val="00846503"/>
    <w:rsid w:val="0085030A"/>
    <w:rsid w:val="00851C5C"/>
    <w:rsid w:val="008545DF"/>
    <w:rsid w:val="00855136"/>
    <w:rsid w:val="00860B3C"/>
    <w:rsid w:val="00864CF1"/>
    <w:rsid w:val="0086732D"/>
    <w:rsid w:val="00867AEA"/>
    <w:rsid w:val="00867C6C"/>
    <w:rsid w:val="00870A6E"/>
    <w:rsid w:val="00870C08"/>
    <w:rsid w:val="00870E34"/>
    <w:rsid w:val="008717F2"/>
    <w:rsid w:val="008718BD"/>
    <w:rsid w:val="008730E5"/>
    <w:rsid w:val="0087426D"/>
    <w:rsid w:val="00875478"/>
    <w:rsid w:val="00875BFC"/>
    <w:rsid w:val="00876C04"/>
    <w:rsid w:val="0088092B"/>
    <w:rsid w:val="00882909"/>
    <w:rsid w:val="00883180"/>
    <w:rsid w:val="00883CD9"/>
    <w:rsid w:val="0088548B"/>
    <w:rsid w:val="00886940"/>
    <w:rsid w:val="0089026F"/>
    <w:rsid w:val="00891205"/>
    <w:rsid w:val="0089472F"/>
    <w:rsid w:val="00896657"/>
    <w:rsid w:val="00897F35"/>
    <w:rsid w:val="008A39A4"/>
    <w:rsid w:val="008A3E7B"/>
    <w:rsid w:val="008A45B8"/>
    <w:rsid w:val="008A5D2F"/>
    <w:rsid w:val="008A5FC3"/>
    <w:rsid w:val="008A6A0A"/>
    <w:rsid w:val="008A6B9F"/>
    <w:rsid w:val="008B205C"/>
    <w:rsid w:val="008B2D53"/>
    <w:rsid w:val="008B3137"/>
    <w:rsid w:val="008B5AC9"/>
    <w:rsid w:val="008B6699"/>
    <w:rsid w:val="008B6956"/>
    <w:rsid w:val="008B73FC"/>
    <w:rsid w:val="008C06C1"/>
    <w:rsid w:val="008C4571"/>
    <w:rsid w:val="008C5018"/>
    <w:rsid w:val="008D17AA"/>
    <w:rsid w:val="008D2C52"/>
    <w:rsid w:val="008D4582"/>
    <w:rsid w:val="008D4B0C"/>
    <w:rsid w:val="008D5A80"/>
    <w:rsid w:val="008D75C9"/>
    <w:rsid w:val="008E1A84"/>
    <w:rsid w:val="008E1AA9"/>
    <w:rsid w:val="008E4E93"/>
    <w:rsid w:val="008E5954"/>
    <w:rsid w:val="008E65F6"/>
    <w:rsid w:val="008F0194"/>
    <w:rsid w:val="008F0BFC"/>
    <w:rsid w:val="008F1DF1"/>
    <w:rsid w:val="008F2636"/>
    <w:rsid w:val="008F4B0E"/>
    <w:rsid w:val="008F548D"/>
    <w:rsid w:val="008F55D6"/>
    <w:rsid w:val="008F6682"/>
    <w:rsid w:val="008F6892"/>
    <w:rsid w:val="008F6BB8"/>
    <w:rsid w:val="008F71AA"/>
    <w:rsid w:val="009004CA"/>
    <w:rsid w:val="00900CD2"/>
    <w:rsid w:val="0090195C"/>
    <w:rsid w:val="00901966"/>
    <w:rsid w:val="009020AA"/>
    <w:rsid w:val="00902120"/>
    <w:rsid w:val="0090253A"/>
    <w:rsid w:val="009036E7"/>
    <w:rsid w:val="00905E57"/>
    <w:rsid w:val="009062BF"/>
    <w:rsid w:val="00906532"/>
    <w:rsid w:val="00907C07"/>
    <w:rsid w:val="009101E3"/>
    <w:rsid w:val="00913462"/>
    <w:rsid w:val="009141D6"/>
    <w:rsid w:val="009152D8"/>
    <w:rsid w:val="00915A5A"/>
    <w:rsid w:val="00915E6A"/>
    <w:rsid w:val="0091639F"/>
    <w:rsid w:val="00920AE0"/>
    <w:rsid w:val="00920BA2"/>
    <w:rsid w:val="00921422"/>
    <w:rsid w:val="00921BE7"/>
    <w:rsid w:val="00921C3C"/>
    <w:rsid w:val="00921E7C"/>
    <w:rsid w:val="00924F6A"/>
    <w:rsid w:val="00925941"/>
    <w:rsid w:val="0093288D"/>
    <w:rsid w:val="0093363E"/>
    <w:rsid w:val="009340C7"/>
    <w:rsid w:val="009341FB"/>
    <w:rsid w:val="009346B0"/>
    <w:rsid w:val="00934786"/>
    <w:rsid w:val="00935657"/>
    <w:rsid w:val="0093608B"/>
    <w:rsid w:val="0093642F"/>
    <w:rsid w:val="009367C0"/>
    <w:rsid w:val="00936DD6"/>
    <w:rsid w:val="00937D93"/>
    <w:rsid w:val="0094024D"/>
    <w:rsid w:val="00942041"/>
    <w:rsid w:val="0094371C"/>
    <w:rsid w:val="00943A9B"/>
    <w:rsid w:val="0094484B"/>
    <w:rsid w:val="00944D7A"/>
    <w:rsid w:val="00945374"/>
    <w:rsid w:val="00947707"/>
    <w:rsid w:val="00947D15"/>
    <w:rsid w:val="00947E63"/>
    <w:rsid w:val="00950FA5"/>
    <w:rsid w:val="00951682"/>
    <w:rsid w:val="009528C7"/>
    <w:rsid w:val="009532E4"/>
    <w:rsid w:val="00953BDC"/>
    <w:rsid w:val="0095551D"/>
    <w:rsid w:val="00955868"/>
    <w:rsid w:val="00960758"/>
    <w:rsid w:val="009611B4"/>
    <w:rsid w:val="00961349"/>
    <w:rsid w:val="0096708E"/>
    <w:rsid w:val="00967A98"/>
    <w:rsid w:val="00967B90"/>
    <w:rsid w:val="00970AE1"/>
    <w:rsid w:val="00972465"/>
    <w:rsid w:val="0097452F"/>
    <w:rsid w:val="00975904"/>
    <w:rsid w:val="009804F6"/>
    <w:rsid w:val="009809F6"/>
    <w:rsid w:val="00980FEF"/>
    <w:rsid w:val="00981605"/>
    <w:rsid w:val="009830AC"/>
    <w:rsid w:val="00985196"/>
    <w:rsid w:val="0098587C"/>
    <w:rsid w:val="00985A59"/>
    <w:rsid w:val="00987FB2"/>
    <w:rsid w:val="009903D1"/>
    <w:rsid w:val="00992756"/>
    <w:rsid w:val="00992D8F"/>
    <w:rsid w:val="0099445C"/>
    <w:rsid w:val="0099563B"/>
    <w:rsid w:val="0099568C"/>
    <w:rsid w:val="009A0966"/>
    <w:rsid w:val="009A1027"/>
    <w:rsid w:val="009A2240"/>
    <w:rsid w:val="009A2E46"/>
    <w:rsid w:val="009A3614"/>
    <w:rsid w:val="009A4897"/>
    <w:rsid w:val="009A6654"/>
    <w:rsid w:val="009A6E90"/>
    <w:rsid w:val="009A79B2"/>
    <w:rsid w:val="009B0516"/>
    <w:rsid w:val="009B1887"/>
    <w:rsid w:val="009B2CC6"/>
    <w:rsid w:val="009B2EBB"/>
    <w:rsid w:val="009B335A"/>
    <w:rsid w:val="009B3EFC"/>
    <w:rsid w:val="009B3F4D"/>
    <w:rsid w:val="009B5391"/>
    <w:rsid w:val="009C08FD"/>
    <w:rsid w:val="009C223A"/>
    <w:rsid w:val="009C7390"/>
    <w:rsid w:val="009D0159"/>
    <w:rsid w:val="009D0570"/>
    <w:rsid w:val="009D0DFB"/>
    <w:rsid w:val="009D1E3D"/>
    <w:rsid w:val="009D220F"/>
    <w:rsid w:val="009D3672"/>
    <w:rsid w:val="009D4DFE"/>
    <w:rsid w:val="009D5791"/>
    <w:rsid w:val="009D5822"/>
    <w:rsid w:val="009D58F4"/>
    <w:rsid w:val="009D5F92"/>
    <w:rsid w:val="009D72F0"/>
    <w:rsid w:val="009E229D"/>
    <w:rsid w:val="009E58AE"/>
    <w:rsid w:val="009E6B84"/>
    <w:rsid w:val="009F0439"/>
    <w:rsid w:val="009F09AC"/>
    <w:rsid w:val="009F0F53"/>
    <w:rsid w:val="009F1928"/>
    <w:rsid w:val="009F4FF8"/>
    <w:rsid w:val="009F58B9"/>
    <w:rsid w:val="009F5C46"/>
    <w:rsid w:val="009F6615"/>
    <w:rsid w:val="009F6D01"/>
    <w:rsid w:val="009F6D97"/>
    <w:rsid w:val="009F6F1B"/>
    <w:rsid w:val="009F7DFC"/>
    <w:rsid w:val="00A00AB8"/>
    <w:rsid w:val="00A010B4"/>
    <w:rsid w:val="00A038E4"/>
    <w:rsid w:val="00A03BD6"/>
    <w:rsid w:val="00A03DC8"/>
    <w:rsid w:val="00A05372"/>
    <w:rsid w:val="00A05495"/>
    <w:rsid w:val="00A056A8"/>
    <w:rsid w:val="00A056D5"/>
    <w:rsid w:val="00A0577D"/>
    <w:rsid w:val="00A067AE"/>
    <w:rsid w:val="00A12027"/>
    <w:rsid w:val="00A132E5"/>
    <w:rsid w:val="00A139E6"/>
    <w:rsid w:val="00A147DA"/>
    <w:rsid w:val="00A17068"/>
    <w:rsid w:val="00A2002F"/>
    <w:rsid w:val="00A212AA"/>
    <w:rsid w:val="00A264BD"/>
    <w:rsid w:val="00A27313"/>
    <w:rsid w:val="00A30388"/>
    <w:rsid w:val="00A3098A"/>
    <w:rsid w:val="00A30F54"/>
    <w:rsid w:val="00A4118A"/>
    <w:rsid w:val="00A41F5A"/>
    <w:rsid w:val="00A4282C"/>
    <w:rsid w:val="00A436DC"/>
    <w:rsid w:val="00A449E2"/>
    <w:rsid w:val="00A44FC6"/>
    <w:rsid w:val="00A46472"/>
    <w:rsid w:val="00A46B0E"/>
    <w:rsid w:val="00A46BD4"/>
    <w:rsid w:val="00A46D9D"/>
    <w:rsid w:val="00A470E2"/>
    <w:rsid w:val="00A50769"/>
    <w:rsid w:val="00A5080C"/>
    <w:rsid w:val="00A50E54"/>
    <w:rsid w:val="00A51590"/>
    <w:rsid w:val="00A52111"/>
    <w:rsid w:val="00A52291"/>
    <w:rsid w:val="00A52CDE"/>
    <w:rsid w:val="00A52F03"/>
    <w:rsid w:val="00A53E0D"/>
    <w:rsid w:val="00A54DCB"/>
    <w:rsid w:val="00A55C91"/>
    <w:rsid w:val="00A572DB"/>
    <w:rsid w:val="00A60B05"/>
    <w:rsid w:val="00A62C4F"/>
    <w:rsid w:val="00A6693A"/>
    <w:rsid w:val="00A66DB2"/>
    <w:rsid w:val="00A672F3"/>
    <w:rsid w:val="00A70FE3"/>
    <w:rsid w:val="00A724FD"/>
    <w:rsid w:val="00A72989"/>
    <w:rsid w:val="00A735FF"/>
    <w:rsid w:val="00A75AD5"/>
    <w:rsid w:val="00A80026"/>
    <w:rsid w:val="00A836B6"/>
    <w:rsid w:val="00A84840"/>
    <w:rsid w:val="00A86867"/>
    <w:rsid w:val="00A86AFE"/>
    <w:rsid w:val="00A904DC"/>
    <w:rsid w:val="00A916D3"/>
    <w:rsid w:val="00A92173"/>
    <w:rsid w:val="00A92DCE"/>
    <w:rsid w:val="00A92F2E"/>
    <w:rsid w:val="00A9426B"/>
    <w:rsid w:val="00A94848"/>
    <w:rsid w:val="00A96BFD"/>
    <w:rsid w:val="00AA0FCD"/>
    <w:rsid w:val="00AA18BC"/>
    <w:rsid w:val="00AA3C8A"/>
    <w:rsid w:val="00AA418F"/>
    <w:rsid w:val="00AA4D08"/>
    <w:rsid w:val="00AA69EA"/>
    <w:rsid w:val="00AA7ADA"/>
    <w:rsid w:val="00AB0FD8"/>
    <w:rsid w:val="00AB34A1"/>
    <w:rsid w:val="00AB5161"/>
    <w:rsid w:val="00AB5611"/>
    <w:rsid w:val="00AB5C3A"/>
    <w:rsid w:val="00AB74E0"/>
    <w:rsid w:val="00AC0630"/>
    <w:rsid w:val="00AC1AAB"/>
    <w:rsid w:val="00AC27BB"/>
    <w:rsid w:val="00AC3332"/>
    <w:rsid w:val="00AC33E4"/>
    <w:rsid w:val="00AC394C"/>
    <w:rsid w:val="00AC3E0F"/>
    <w:rsid w:val="00AC4B19"/>
    <w:rsid w:val="00AC6166"/>
    <w:rsid w:val="00AC691F"/>
    <w:rsid w:val="00AD12C7"/>
    <w:rsid w:val="00AD139D"/>
    <w:rsid w:val="00AD14D3"/>
    <w:rsid w:val="00AD2843"/>
    <w:rsid w:val="00AD4183"/>
    <w:rsid w:val="00AD435F"/>
    <w:rsid w:val="00AD5F4E"/>
    <w:rsid w:val="00AD6B6B"/>
    <w:rsid w:val="00AD6D58"/>
    <w:rsid w:val="00AD7DCA"/>
    <w:rsid w:val="00AE017A"/>
    <w:rsid w:val="00AE036C"/>
    <w:rsid w:val="00AE1975"/>
    <w:rsid w:val="00AE4293"/>
    <w:rsid w:val="00AE4B75"/>
    <w:rsid w:val="00AE5727"/>
    <w:rsid w:val="00AE6F05"/>
    <w:rsid w:val="00AE7828"/>
    <w:rsid w:val="00AE7D90"/>
    <w:rsid w:val="00AF1030"/>
    <w:rsid w:val="00AF18FB"/>
    <w:rsid w:val="00AF1C61"/>
    <w:rsid w:val="00AF2B0D"/>
    <w:rsid w:val="00AF3AED"/>
    <w:rsid w:val="00AF409F"/>
    <w:rsid w:val="00AF563B"/>
    <w:rsid w:val="00AF595C"/>
    <w:rsid w:val="00AF5E08"/>
    <w:rsid w:val="00AF6B9B"/>
    <w:rsid w:val="00AF6DB6"/>
    <w:rsid w:val="00B00AEE"/>
    <w:rsid w:val="00B00EE2"/>
    <w:rsid w:val="00B020C8"/>
    <w:rsid w:val="00B021FD"/>
    <w:rsid w:val="00B05A14"/>
    <w:rsid w:val="00B06C48"/>
    <w:rsid w:val="00B07851"/>
    <w:rsid w:val="00B1094E"/>
    <w:rsid w:val="00B1179A"/>
    <w:rsid w:val="00B127B1"/>
    <w:rsid w:val="00B12E37"/>
    <w:rsid w:val="00B13FD1"/>
    <w:rsid w:val="00B17491"/>
    <w:rsid w:val="00B23733"/>
    <w:rsid w:val="00B24FB7"/>
    <w:rsid w:val="00B26ED5"/>
    <w:rsid w:val="00B312E5"/>
    <w:rsid w:val="00B31388"/>
    <w:rsid w:val="00B324D1"/>
    <w:rsid w:val="00B32C1A"/>
    <w:rsid w:val="00B32D8E"/>
    <w:rsid w:val="00B33C7D"/>
    <w:rsid w:val="00B3712B"/>
    <w:rsid w:val="00B37AF3"/>
    <w:rsid w:val="00B37CCC"/>
    <w:rsid w:val="00B4008F"/>
    <w:rsid w:val="00B4230D"/>
    <w:rsid w:val="00B42504"/>
    <w:rsid w:val="00B427BB"/>
    <w:rsid w:val="00B4464F"/>
    <w:rsid w:val="00B44FF2"/>
    <w:rsid w:val="00B5057E"/>
    <w:rsid w:val="00B5116A"/>
    <w:rsid w:val="00B51199"/>
    <w:rsid w:val="00B536B4"/>
    <w:rsid w:val="00B53A12"/>
    <w:rsid w:val="00B557C2"/>
    <w:rsid w:val="00B55F9C"/>
    <w:rsid w:val="00B56E6A"/>
    <w:rsid w:val="00B56F20"/>
    <w:rsid w:val="00B57698"/>
    <w:rsid w:val="00B6021B"/>
    <w:rsid w:val="00B603D8"/>
    <w:rsid w:val="00B630A1"/>
    <w:rsid w:val="00B638A7"/>
    <w:rsid w:val="00B65979"/>
    <w:rsid w:val="00B65C9B"/>
    <w:rsid w:val="00B66AB3"/>
    <w:rsid w:val="00B66DE1"/>
    <w:rsid w:val="00B67EFE"/>
    <w:rsid w:val="00B71377"/>
    <w:rsid w:val="00B73BBD"/>
    <w:rsid w:val="00B756EF"/>
    <w:rsid w:val="00B76132"/>
    <w:rsid w:val="00B766D7"/>
    <w:rsid w:val="00B76859"/>
    <w:rsid w:val="00B77232"/>
    <w:rsid w:val="00B77541"/>
    <w:rsid w:val="00B77799"/>
    <w:rsid w:val="00B8034F"/>
    <w:rsid w:val="00B80A86"/>
    <w:rsid w:val="00B80CD3"/>
    <w:rsid w:val="00B80FC2"/>
    <w:rsid w:val="00B810F1"/>
    <w:rsid w:val="00B81976"/>
    <w:rsid w:val="00B81D92"/>
    <w:rsid w:val="00B82711"/>
    <w:rsid w:val="00B831DF"/>
    <w:rsid w:val="00B84A8C"/>
    <w:rsid w:val="00B85267"/>
    <w:rsid w:val="00B85918"/>
    <w:rsid w:val="00B85FCE"/>
    <w:rsid w:val="00B862C5"/>
    <w:rsid w:val="00B8724A"/>
    <w:rsid w:val="00B8777F"/>
    <w:rsid w:val="00B9028F"/>
    <w:rsid w:val="00B9090F"/>
    <w:rsid w:val="00B91E79"/>
    <w:rsid w:val="00B92DD6"/>
    <w:rsid w:val="00B951BC"/>
    <w:rsid w:val="00B95C11"/>
    <w:rsid w:val="00B96F31"/>
    <w:rsid w:val="00BA1906"/>
    <w:rsid w:val="00BA2EFF"/>
    <w:rsid w:val="00BA3C77"/>
    <w:rsid w:val="00BA3C7F"/>
    <w:rsid w:val="00BA4794"/>
    <w:rsid w:val="00BB1229"/>
    <w:rsid w:val="00BB1775"/>
    <w:rsid w:val="00BB2665"/>
    <w:rsid w:val="00BB2B34"/>
    <w:rsid w:val="00BB54EC"/>
    <w:rsid w:val="00BB5FC6"/>
    <w:rsid w:val="00BC00D1"/>
    <w:rsid w:val="00BC16C1"/>
    <w:rsid w:val="00BC206B"/>
    <w:rsid w:val="00BC2E18"/>
    <w:rsid w:val="00BC3C37"/>
    <w:rsid w:val="00BC510C"/>
    <w:rsid w:val="00BC533E"/>
    <w:rsid w:val="00BC54E0"/>
    <w:rsid w:val="00BC68DC"/>
    <w:rsid w:val="00BD049D"/>
    <w:rsid w:val="00BD0A74"/>
    <w:rsid w:val="00BD0E65"/>
    <w:rsid w:val="00BD21B8"/>
    <w:rsid w:val="00BD2C57"/>
    <w:rsid w:val="00BD3189"/>
    <w:rsid w:val="00BD430B"/>
    <w:rsid w:val="00BD4831"/>
    <w:rsid w:val="00BD6159"/>
    <w:rsid w:val="00BE157E"/>
    <w:rsid w:val="00BE3484"/>
    <w:rsid w:val="00BE3EBA"/>
    <w:rsid w:val="00BE6118"/>
    <w:rsid w:val="00BF053A"/>
    <w:rsid w:val="00BF113E"/>
    <w:rsid w:val="00BF130A"/>
    <w:rsid w:val="00BF14FB"/>
    <w:rsid w:val="00BF2370"/>
    <w:rsid w:val="00BF4490"/>
    <w:rsid w:val="00BF4891"/>
    <w:rsid w:val="00BF74AD"/>
    <w:rsid w:val="00BF75AF"/>
    <w:rsid w:val="00BF7CD0"/>
    <w:rsid w:val="00C010DC"/>
    <w:rsid w:val="00C01363"/>
    <w:rsid w:val="00C02A0A"/>
    <w:rsid w:val="00C03284"/>
    <w:rsid w:val="00C05126"/>
    <w:rsid w:val="00C0548D"/>
    <w:rsid w:val="00C055FE"/>
    <w:rsid w:val="00C07318"/>
    <w:rsid w:val="00C0741C"/>
    <w:rsid w:val="00C13004"/>
    <w:rsid w:val="00C15738"/>
    <w:rsid w:val="00C17211"/>
    <w:rsid w:val="00C178E3"/>
    <w:rsid w:val="00C213B7"/>
    <w:rsid w:val="00C22926"/>
    <w:rsid w:val="00C22C72"/>
    <w:rsid w:val="00C24317"/>
    <w:rsid w:val="00C251DE"/>
    <w:rsid w:val="00C25938"/>
    <w:rsid w:val="00C25AE2"/>
    <w:rsid w:val="00C26F17"/>
    <w:rsid w:val="00C274B1"/>
    <w:rsid w:val="00C27E0E"/>
    <w:rsid w:val="00C30F77"/>
    <w:rsid w:val="00C32310"/>
    <w:rsid w:val="00C35177"/>
    <w:rsid w:val="00C3519C"/>
    <w:rsid w:val="00C35D55"/>
    <w:rsid w:val="00C36615"/>
    <w:rsid w:val="00C374CC"/>
    <w:rsid w:val="00C40E1A"/>
    <w:rsid w:val="00C42A07"/>
    <w:rsid w:val="00C43E5B"/>
    <w:rsid w:val="00C45906"/>
    <w:rsid w:val="00C4675C"/>
    <w:rsid w:val="00C478B1"/>
    <w:rsid w:val="00C505D4"/>
    <w:rsid w:val="00C52287"/>
    <w:rsid w:val="00C52574"/>
    <w:rsid w:val="00C53707"/>
    <w:rsid w:val="00C53B13"/>
    <w:rsid w:val="00C54EEC"/>
    <w:rsid w:val="00C550F7"/>
    <w:rsid w:val="00C554AE"/>
    <w:rsid w:val="00C55893"/>
    <w:rsid w:val="00C55CAB"/>
    <w:rsid w:val="00C55E91"/>
    <w:rsid w:val="00C56E99"/>
    <w:rsid w:val="00C56F87"/>
    <w:rsid w:val="00C5722D"/>
    <w:rsid w:val="00C5749F"/>
    <w:rsid w:val="00C576A2"/>
    <w:rsid w:val="00C57B57"/>
    <w:rsid w:val="00C604E2"/>
    <w:rsid w:val="00C60D2D"/>
    <w:rsid w:val="00C6437E"/>
    <w:rsid w:val="00C645AB"/>
    <w:rsid w:val="00C65224"/>
    <w:rsid w:val="00C65B04"/>
    <w:rsid w:val="00C6771F"/>
    <w:rsid w:val="00C67858"/>
    <w:rsid w:val="00C679A2"/>
    <w:rsid w:val="00C70914"/>
    <w:rsid w:val="00C72229"/>
    <w:rsid w:val="00C72A3F"/>
    <w:rsid w:val="00C750C1"/>
    <w:rsid w:val="00C75222"/>
    <w:rsid w:val="00C757D9"/>
    <w:rsid w:val="00C75FE5"/>
    <w:rsid w:val="00C76760"/>
    <w:rsid w:val="00C771AD"/>
    <w:rsid w:val="00C8062E"/>
    <w:rsid w:val="00C82B43"/>
    <w:rsid w:val="00C854BE"/>
    <w:rsid w:val="00C85D84"/>
    <w:rsid w:val="00C86644"/>
    <w:rsid w:val="00C90E4F"/>
    <w:rsid w:val="00C91626"/>
    <w:rsid w:val="00C920A8"/>
    <w:rsid w:val="00C92608"/>
    <w:rsid w:val="00C92A09"/>
    <w:rsid w:val="00C963B9"/>
    <w:rsid w:val="00C9701F"/>
    <w:rsid w:val="00C97488"/>
    <w:rsid w:val="00C97F42"/>
    <w:rsid w:val="00CA1C51"/>
    <w:rsid w:val="00CA2379"/>
    <w:rsid w:val="00CA23F6"/>
    <w:rsid w:val="00CA637A"/>
    <w:rsid w:val="00CA7BED"/>
    <w:rsid w:val="00CB1C90"/>
    <w:rsid w:val="00CB408B"/>
    <w:rsid w:val="00CB41AB"/>
    <w:rsid w:val="00CB467B"/>
    <w:rsid w:val="00CB56A6"/>
    <w:rsid w:val="00CB6395"/>
    <w:rsid w:val="00CB66E6"/>
    <w:rsid w:val="00CB6E04"/>
    <w:rsid w:val="00CB7E28"/>
    <w:rsid w:val="00CC0D8B"/>
    <w:rsid w:val="00CC1CD3"/>
    <w:rsid w:val="00CC23CB"/>
    <w:rsid w:val="00CC2A3E"/>
    <w:rsid w:val="00CC3C3F"/>
    <w:rsid w:val="00CC5517"/>
    <w:rsid w:val="00CC5F8A"/>
    <w:rsid w:val="00CC6B7F"/>
    <w:rsid w:val="00CC6D99"/>
    <w:rsid w:val="00CC71FB"/>
    <w:rsid w:val="00CD2D71"/>
    <w:rsid w:val="00CD2F62"/>
    <w:rsid w:val="00CD460E"/>
    <w:rsid w:val="00CD6E52"/>
    <w:rsid w:val="00CD7F7B"/>
    <w:rsid w:val="00CE218C"/>
    <w:rsid w:val="00CE5574"/>
    <w:rsid w:val="00CE7B81"/>
    <w:rsid w:val="00CE7EF3"/>
    <w:rsid w:val="00CF1658"/>
    <w:rsid w:val="00CF1E34"/>
    <w:rsid w:val="00CF3E5E"/>
    <w:rsid w:val="00CF3EDA"/>
    <w:rsid w:val="00CF6A92"/>
    <w:rsid w:val="00CF793E"/>
    <w:rsid w:val="00D0185F"/>
    <w:rsid w:val="00D0325F"/>
    <w:rsid w:val="00D034D8"/>
    <w:rsid w:val="00D03714"/>
    <w:rsid w:val="00D04436"/>
    <w:rsid w:val="00D04442"/>
    <w:rsid w:val="00D0478C"/>
    <w:rsid w:val="00D04AF9"/>
    <w:rsid w:val="00D0534E"/>
    <w:rsid w:val="00D06BA5"/>
    <w:rsid w:val="00D07CB6"/>
    <w:rsid w:val="00D10464"/>
    <w:rsid w:val="00D1214F"/>
    <w:rsid w:val="00D12B7A"/>
    <w:rsid w:val="00D12BD6"/>
    <w:rsid w:val="00D1337B"/>
    <w:rsid w:val="00D1460D"/>
    <w:rsid w:val="00D165B5"/>
    <w:rsid w:val="00D16F8A"/>
    <w:rsid w:val="00D1779B"/>
    <w:rsid w:val="00D17BA7"/>
    <w:rsid w:val="00D215A1"/>
    <w:rsid w:val="00D21902"/>
    <w:rsid w:val="00D21DE7"/>
    <w:rsid w:val="00D22932"/>
    <w:rsid w:val="00D23267"/>
    <w:rsid w:val="00D23EF6"/>
    <w:rsid w:val="00D25D25"/>
    <w:rsid w:val="00D25E38"/>
    <w:rsid w:val="00D26E8C"/>
    <w:rsid w:val="00D3010A"/>
    <w:rsid w:val="00D30F07"/>
    <w:rsid w:val="00D31BF7"/>
    <w:rsid w:val="00D3326A"/>
    <w:rsid w:val="00D35DA5"/>
    <w:rsid w:val="00D35F8E"/>
    <w:rsid w:val="00D36AE0"/>
    <w:rsid w:val="00D372B8"/>
    <w:rsid w:val="00D40055"/>
    <w:rsid w:val="00D41033"/>
    <w:rsid w:val="00D41099"/>
    <w:rsid w:val="00D42749"/>
    <w:rsid w:val="00D42CA6"/>
    <w:rsid w:val="00D438E2"/>
    <w:rsid w:val="00D4586D"/>
    <w:rsid w:val="00D45C7C"/>
    <w:rsid w:val="00D46903"/>
    <w:rsid w:val="00D46D03"/>
    <w:rsid w:val="00D52A0C"/>
    <w:rsid w:val="00D53150"/>
    <w:rsid w:val="00D546CB"/>
    <w:rsid w:val="00D5481E"/>
    <w:rsid w:val="00D55450"/>
    <w:rsid w:val="00D571B1"/>
    <w:rsid w:val="00D579AF"/>
    <w:rsid w:val="00D57E7C"/>
    <w:rsid w:val="00D600E0"/>
    <w:rsid w:val="00D60B66"/>
    <w:rsid w:val="00D6153A"/>
    <w:rsid w:val="00D62973"/>
    <w:rsid w:val="00D639FE"/>
    <w:rsid w:val="00D64108"/>
    <w:rsid w:val="00D64242"/>
    <w:rsid w:val="00D6635A"/>
    <w:rsid w:val="00D6658E"/>
    <w:rsid w:val="00D67BC2"/>
    <w:rsid w:val="00D7038C"/>
    <w:rsid w:val="00D729E4"/>
    <w:rsid w:val="00D73062"/>
    <w:rsid w:val="00D745D7"/>
    <w:rsid w:val="00D749B6"/>
    <w:rsid w:val="00D74B92"/>
    <w:rsid w:val="00D7717C"/>
    <w:rsid w:val="00D77E90"/>
    <w:rsid w:val="00D820EF"/>
    <w:rsid w:val="00D83539"/>
    <w:rsid w:val="00D83E4D"/>
    <w:rsid w:val="00D84295"/>
    <w:rsid w:val="00D8534A"/>
    <w:rsid w:val="00D85CA8"/>
    <w:rsid w:val="00D861CE"/>
    <w:rsid w:val="00D867B1"/>
    <w:rsid w:val="00D879D0"/>
    <w:rsid w:val="00D92345"/>
    <w:rsid w:val="00D925D8"/>
    <w:rsid w:val="00D9459D"/>
    <w:rsid w:val="00D96F1E"/>
    <w:rsid w:val="00DA0BBE"/>
    <w:rsid w:val="00DA1B97"/>
    <w:rsid w:val="00DA3558"/>
    <w:rsid w:val="00DA4036"/>
    <w:rsid w:val="00DA4325"/>
    <w:rsid w:val="00DA4390"/>
    <w:rsid w:val="00DA6A3F"/>
    <w:rsid w:val="00DA765D"/>
    <w:rsid w:val="00DA7A08"/>
    <w:rsid w:val="00DB0549"/>
    <w:rsid w:val="00DB1CA2"/>
    <w:rsid w:val="00DB1DBB"/>
    <w:rsid w:val="00DB32C8"/>
    <w:rsid w:val="00DB521D"/>
    <w:rsid w:val="00DB5795"/>
    <w:rsid w:val="00DB5AAD"/>
    <w:rsid w:val="00DB7239"/>
    <w:rsid w:val="00DB7932"/>
    <w:rsid w:val="00DC0DF6"/>
    <w:rsid w:val="00DC1E33"/>
    <w:rsid w:val="00DC4DF3"/>
    <w:rsid w:val="00DC5AC0"/>
    <w:rsid w:val="00DC5CE7"/>
    <w:rsid w:val="00DC6C62"/>
    <w:rsid w:val="00DD0EB1"/>
    <w:rsid w:val="00DD28BF"/>
    <w:rsid w:val="00DD2C98"/>
    <w:rsid w:val="00DD3682"/>
    <w:rsid w:val="00DD5A1E"/>
    <w:rsid w:val="00DD693B"/>
    <w:rsid w:val="00DD6CD7"/>
    <w:rsid w:val="00DE10D4"/>
    <w:rsid w:val="00DE1550"/>
    <w:rsid w:val="00DE1806"/>
    <w:rsid w:val="00DE1A5F"/>
    <w:rsid w:val="00DE3565"/>
    <w:rsid w:val="00DE409D"/>
    <w:rsid w:val="00DE4722"/>
    <w:rsid w:val="00DE4E17"/>
    <w:rsid w:val="00DE4E49"/>
    <w:rsid w:val="00DE4FAB"/>
    <w:rsid w:val="00DE6AD0"/>
    <w:rsid w:val="00DF04DF"/>
    <w:rsid w:val="00DF0CCD"/>
    <w:rsid w:val="00DF189F"/>
    <w:rsid w:val="00DF30FB"/>
    <w:rsid w:val="00DF4683"/>
    <w:rsid w:val="00DF4EEA"/>
    <w:rsid w:val="00DF622C"/>
    <w:rsid w:val="00DF678B"/>
    <w:rsid w:val="00DF6860"/>
    <w:rsid w:val="00DF6899"/>
    <w:rsid w:val="00DF6BBC"/>
    <w:rsid w:val="00E00DED"/>
    <w:rsid w:val="00E02DBF"/>
    <w:rsid w:val="00E0319C"/>
    <w:rsid w:val="00E032F0"/>
    <w:rsid w:val="00E03954"/>
    <w:rsid w:val="00E03D63"/>
    <w:rsid w:val="00E043AB"/>
    <w:rsid w:val="00E0540A"/>
    <w:rsid w:val="00E05CDC"/>
    <w:rsid w:val="00E05FA5"/>
    <w:rsid w:val="00E05FCD"/>
    <w:rsid w:val="00E101F9"/>
    <w:rsid w:val="00E12475"/>
    <w:rsid w:val="00E12A45"/>
    <w:rsid w:val="00E13224"/>
    <w:rsid w:val="00E13851"/>
    <w:rsid w:val="00E1393C"/>
    <w:rsid w:val="00E14036"/>
    <w:rsid w:val="00E156A6"/>
    <w:rsid w:val="00E166B6"/>
    <w:rsid w:val="00E205E6"/>
    <w:rsid w:val="00E20894"/>
    <w:rsid w:val="00E20E69"/>
    <w:rsid w:val="00E22EDD"/>
    <w:rsid w:val="00E24FC9"/>
    <w:rsid w:val="00E26F05"/>
    <w:rsid w:val="00E3025E"/>
    <w:rsid w:val="00E305E5"/>
    <w:rsid w:val="00E307EC"/>
    <w:rsid w:val="00E34164"/>
    <w:rsid w:val="00E36F19"/>
    <w:rsid w:val="00E37328"/>
    <w:rsid w:val="00E3756E"/>
    <w:rsid w:val="00E37812"/>
    <w:rsid w:val="00E402F6"/>
    <w:rsid w:val="00E40533"/>
    <w:rsid w:val="00E405B5"/>
    <w:rsid w:val="00E412B7"/>
    <w:rsid w:val="00E41FCF"/>
    <w:rsid w:val="00E429DF"/>
    <w:rsid w:val="00E43565"/>
    <w:rsid w:val="00E43C48"/>
    <w:rsid w:val="00E44505"/>
    <w:rsid w:val="00E46704"/>
    <w:rsid w:val="00E47E2C"/>
    <w:rsid w:val="00E5115B"/>
    <w:rsid w:val="00E51F99"/>
    <w:rsid w:val="00E5270A"/>
    <w:rsid w:val="00E52975"/>
    <w:rsid w:val="00E53A38"/>
    <w:rsid w:val="00E55E97"/>
    <w:rsid w:val="00E638BD"/>
    <w:rsid w:val="00E64166"/>
    <w:rsid w:val="00E647B4"/>
    <w:rsid w:val="00E666C5"/>
    <w:rsid w:val="00E71C8A"/>
    <w:rsid w:val="00E7228F"/>
    <w:rsid w:val="00E73CF1"/>
    <w:rsid w:val="00E75ECF"/>
    <w:rsid w:val="00E76F82"/>
    <w:rsid w:val="00E814DE"/>
    <w:rsid w:val="00E8235F"/>
    <w:rsid w:val="00E824C6"/>
    <w:rsid w:val="00E825DC"/>
    <w:rsid w:val="00E8334F"/>
    <w:rsid w:val="00E85180"/>
    <w:rsid w:val="00E85D3E"/>
    <w:rsid w:val="00E86C53"/>
    <w:rsid w:val="00E86CC3"/>
    <w:rsid w:val="00E8764E"/>
    <w:rsid w:val="00E87810"/>
    <w:rsid w:val="00E92627"/>
    <w:rsid w:val="00E927F5"/>
    <w:rsid w:val="00E934E1"/>
    <w:rsid w:val="00E94D5E"/>
    <w:rsid w:val="00E94F12"/>
    <w:rsid w:val="00E95CC3"/>
    <w:rsid w:val="00E977F2"/>
    <w:rsid w:val="00E97DEB"/>
    <w:rsid w:val="00E97ED2"/>
    <w:rsid w:val="00EA0319"/>
    <w:rsid w:val="00EA050C"/>
    <w:rsid w:val="00EA1C63"/>
    <w:rsid w:val="00EA2828"/>
    <w:rsid w:val="00EA3442"/>
    <w:rsid w:val="00EA40A1"/>
    <w:rsid w:val="00EA4A3A"/>
    <w:rsid w:val="00EA4E91"/>
    <w:rsid w:val="00EA53C0"/>
    <w:rsid w:val="00EA5D2B"/>
    <w:rsid w:val="00EA713E"/>
    <w:rsid w:val="00EA79B1"/>
    <w:rsid w:val="00EA7A23"/>
    <w:rsid w:val="00EB139A"/>
    <w:rsid w:val="00EB229F"/>
    <w:rsid w:val="00EB2889"/>
    <w:rsid w:val="00EB39A9"/>
    <w:rsid w:val="00EB4869"/>
    <w:rsid w:val="00EB563A"/>
    <w:rsid w:val="00EB5656"/>
    <w:rsid w:val="00EB58F1"/>
    <w:rsid w:val="00EB5940"/>
    <w:rsid w:val="00EB65E2"/>
    <w:rsid w:val="00EB6F97"/>
    <w:rsid w:val="00EB7515"/>
    <w:rsid w:val="00EB755E"/>
    <w:rsid w:val="00EC0196"/>
    <w:rsid w:val="00EC0379"/>
    <w:rsid w:val="00EC1929"/>
    <w:rsid w:val="00EC2663"/>
    <w:rsid w:val="00EC396B"/>
    <w:rsid w:val="00EC3976"/>
    <w:rsid w:val="00EC4966"/>
    <w:rsid w:val="00EC6298"/>
    <w:rsid w:val="00EC7056"/>
    <w:rsid w:val="00ED15E7"/>
    <w:rsid w:val="00ED189A"/>
    <w:rsid w:val="00ED3508"/>
    <w:rsid w:val="00ED475C"/>
    <w:rsid w:val="00ED5C6E"/>
    <w:rsid w:val="00ED79ED"/>
    <w:rsid w:val="00EE13D9"/>
    <w:rsid w:val="00EE20F2"/>
    <w:rsid w:val="00EE5C0E"/>
    <w:rsid w:val="00EE6392"/>
    <w:rsid w:val="00EE6CDD"/>
    <w:rsid w:val="00EE6E3F"/>
    <w:rsid w:val="00EE7579"/>
    <w:rsid w:val="00EF1101"/>
    <w:rsid w:val="00EF2198"/>
    <w:rsid w:val="00EF21DD"/>
    <w:rsid w:val="00EF2206"/>
    <w:rsid w:val="00EF379E"/>
    <w:rsid w:val="00EF3BB5"/>
    <w:rsid w:val="00EF4172"/>
    <w:rsid w:val="00EF441D"/>
    <w:rsid w:val="00EF4891"/>
    <w:rsid w:val="00EF7A2A"/>
    <w:rsid w:val="00EF7B79"/>
    <w:rsid w:val="00F00B94"/>
    <w:rsid w:val="00F02454"/>
    <w:rsid w:val="00F03185"/>
    <w:rsid w:val="00F0378A"/>
    <w:rsid w:val="00F052DA"/>
    <w:rsid w:val="00F05ADD"/>
    <w:rsid w:val="00F05D06"/>
    <w:rsid w:val="00F06031"/>
    <w:rsid w:val="00F06D57"/>
    <w:rsid w:val="00F07553"/>
    <w:rsid w:val="00F113C7"/>
    <w:rsid w:val="00F116F5"/>
    <w:rsid w:val="00F11858"/>
    <w:rsid w:val="00F12C59"/>
    <w:rsid w:val="00F12D4F"/>
    <w:rsid w:val="00F14004"/>
    <w:rsid w:val="00F14D9A"/>
    <w:rsid w:val="00F152F7"/>
    <w:rsid w:val="00F204D7"/>
    <w:rsid w:val="00F20BB8"/>
    <w:rsid w:val="00F21C63"/>
    <w:rsid w:val="00F21ED0"/>
    <w:rsid w:val="00F22614"/>
    <w:rsid w:val="00F24009"/>
    <w:rsid w:val="00F2408A"/>
    <w:rsid w:val="00F2478D"/>
    <w:rsid w:val="00F25221"/>
    <w:rsid w:val="00F26B4B"/>
    <w:rsid w:val="00F26E97"/>
    <w:rsid w:val="00F300FD"/>
    <w:rsid w:val="00F34915"/>
    <w:rsid w:val="00F3578E"/>
    <w:rsid w:val="00F36C50"/>
    <w:rsid w:val="00F36D92"/>
    <w:rsid w:val="00F40226"/>
    <w:rsid w:val="00F42C57"/>
    <w:rsid w:val="00F43202"/>
    <w:rsid w:val="00F433D1"/>
    <w:rsid w:val="00F43968"/>
    <w:rsid w:val="00F4444D"/>
    <w:rsid w:val="00F44C43"/>
    <w:rsid w:val="00F45C62"/>
    <w:rsid w:val="00F474B2"/>
    <w:rsid w:val="00F56A30"/>
    <w:rsid w:val="00F56AB3"/>
    <w:rsid w:val="00F600BC"/>
    <w:rsid w:val="00F60CA5"/>
    <w:rsid w:val="00F62FD9"/>
    <w:rsid w:val="00F63C27"/>
    <w:rsid w:val="00F64517"/>
    <w:rsid w:val="00F654A0"/>
    <w:rsid w:val="00F66360"/>
    <w:rsid w:val="00F664EF"/>
    <w:rsid w:val="00F70586"/>
    <w:rsid w:val="00F7167C"/>
    <w:rsid w:val="00F726E8"/>
    <w:rsid w:val="00F73081"/>
    <w:rsid w:val="00F74970"/>
    <w:rsid w:val="00F759D9"/>
    <w:rsid w:val="00F81956"/>
    <w:rsid w:val="00F81E16"/>
    <w:rsid w:val="00F8509E"/>
    <w:rsid w:val="00F85368"/>
    <w:rsid w:val="00F86395"/>
    <w:rsid w:val="00F87944"/>
    <w:rsid w:val="00F87CB5"/>
    <w:rsid w:val="00F93E64"/>
    <w:rsid w:val="00F961D9"/>
    <w:rsid w:val="00F9786E"/>
    <w:rsid w:val="00FA14D2"/>
    <w:rsid w:val="00FA29ED"/>
    <w:rsid w:val="00FA2FF4"/>
    <w:rsid w:val="00FA3610"/>
    <w:rsid w:val="00FA6427"/>
    <w:rsid w:val="00FA752D"/>
    <w:rsid w:val="00FB061A"/>
    <w:rsid w:val="00FB0B09"/>
    <w:rsid w:val="00FB0C55"/>
    <w:rsid w:val="00FB17A8"/>
    <w:rsid w:val="00FB223E"/>
    <w:rsid w:val="00FB2655"/>
    <w:rsid w:val="00FB3022"/>
    <w:rsid w:val="00FB3152"/>
    <w:rsid w:val="00FB380A"/>
    <w:rsid w:val="00FB385D"/>
    <w:rsid w:val="00FB7503"/>
    <w:rsid w:val="00FB7A69"/>
    <w:rsid w:val="00FC0689"/>
    <w:rsid w:val="00FC2E55"/>
    <w:rsid w:val="00FC2EED"/>
    <w:rsid w:val="00FC31B4"/>
    <w:rsid w:val="00FC33CE"/>
    <w:rsid w:val="00FC6E66"/>
    <w:rsid w:val="00FC7CC5"/>
    <w:rsid w:val="00FD012C"/>
    <w:rsid w:val="00FD03E5"/>
    <w:rsid w:val="00FD233A"/>
    <w:rsid w:val="00FD291D"/>
    <w:rsid w:val="00FD2A43"/>
    <w:rsid w:val="00FD2A8D"/>
    <w:rsid w:val="00FD35BB"/>
    <w:rsid w:val="00FD3675"/>
    <w:rsid w:val="00FD3F51"/>
    <w:rsid w:val="00FD4413"/>
    <w:rsid w:val="00FD47EA"/>
    <w:rsid w:val="00FD4B69"/>
    <w:rsid w:val="00FD66F3"/>
    <w:rsid w:val="00FD6BD2"/>
    <w:rsid w:val="00FE00B0"/>
    <w:rsid w:val="00FE054F"/>
    <w:rsid w:val="00FE1407"/>
    <w:rsid w:val="00FE1AA1"/>
    <w:rsid w:val="00FE2305"/>
    <w:rsid w:val="00FE31D4"/>
    <w:rsid w:val="00FE40F6"/>
    <w:rsid w:val="00FE5DC9"/>
    <w:rsid w:val="00FE6454"/>
    <w:rsid w:val="00FE76BC"/>
    <w:rsid w:val="00FF0F93"/>
    <w:rsid w:val="00FF1507"/>
    <w:rsid w:val="00FF3E22"/>
    <w:rsid w:val="00FF576B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157697"/>
    <o:shapelayout v:ext="edit">
      <o:idmap v:ext="edit" data="1"/>
    </o:shapelayout>
  </w:shapeDefaults>
  <w:decimalSymbol w:val=","/>
  <w:listSeparator w:val=";"/>
  <w14:docId w14:val="187CD3B2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36C1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4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75A5B-DCAD-4FCA-A14A-B1DD6EC92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442</TotalTime>
  <Pages>1</Pages>
  <Words>240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52</cp:revision>
  <cp:lastPrinted>2025-11-26T19:57:00Z</cp:lastPrinted>
  <dcterms:created xsi:type="dcterms:W3CDTF">2025-10-22T15:41:00Z</dcterms:created>
  <dcterms:modified xsi:type="dcterms:W3CDTF">2025-11-26T19:57:00Z</dcterms:modified>
</cp:coreProperties>
</file>